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1F4C9" w14:textId="77777777" w:rsidR="00EE5138" w:rsidRDefault="00EE5138">
      <w:pPr>
        <w:ind w:firstLine="0"/>
        <w:rPr>
          <w:rFonts w:ascii="Times New Roman" w:hAnsi="Times New Roman"/>
          <w:bCs/>
          <w:iCs/>
          <w:sz w:val="28"/>
          <w:szCs w:val="28"/>
        </w:rPr>
      </w:pPr>
      <w:r w:rsidRPr="00EE5138">
        <w:rPr>
          <w:rFonts w:ascii="Times New Roman" w:hAnsi="Times New Roman"/>
          <w:bCs/>
          <w:iCs/>
          <w:sz w:val="28"/>
          <w:szCs w:val="28"/>
        </w:rPr>
        <w:object w:dxaOrig="9639" w:dyaOrig="15027" w14:anchorId="57AECA0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25pt;height:751.5pt" o:ole="">
            <v:imagedata r:id="rId7" o:title=""/>
          </v:shape>
          <o:OLEObject Type="Embed" ProgID="Word.Document.12" ShapeID="_x0000_i1025" DrawAspect="Content" ObjectID="_1783937715" r:id="rId8"/>
        </w:object>
      </w:r>
    </w:p>
    <w:p w14:paraId="5B488807" w14:textId="77777777" w:rsidR="00EE5138" w:rsidRPr="00EE5138" w:rsidRDefault="00EE5138" w:rsidP="00EE5138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  <w:r w:rsidRPr="00EE5138">
        <w:rPr>
          <w:sz w:val="28"/>
          <w:szCs w:val="28"/>
        </w:rPr>
        <w:t>Отчет о деятельности контрольно-счетной комиссии Грибановского муниципального района за 2023 год.</w:t>
      </w:r>
    </w:p>
    <w:p w14:paraId="0897598D" w14:textId="77777777" w:rsidR="00EE5138" w:rsidRPr="00EE5138" w:rsidRDefault="00EE5138" w:rsidP="00EE5138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EE5138">
        <w:rPr>
          <w:sz w:val="28"/>
          <w:szCs w:val="28"/>
        </w:rPr>
        <w:t>Подготовка ежегодного отчета о деятельности контрольно-счетной комиссии Грибановского муниципального района предусмотрена законодательством</w:t>
      </w:r>
      <w:r>
        <w:rPr>
          <w:sz w:val="28"/>
          <w:szCs w:val="28"/>
        </w:rPr>
        <w:t xml:space="preserve"> </w:t>
      </w:r>
      <w:r w:rsidRPr="00EE5138">
        <w:rPr>
          <w:sz w:val="28"/>
          <w:szCs w:val="28"/>
        </w:rPr>
        <w:t xml:space="preserve">и направлена на информирование органов власти и жителей Грибановского муниципального района об основных результатах нашей работы. </w:t>
      </w:r>
    </w:p>
    <w:p w14:paraId="31532401" w14:textId="77777777" w:rsidR="00EE5138" w:rsidRPr="00EE5138" w:rsidRDefault="00EE5138" w:rsidP="00EE5138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EE5138">
        <w:rPr>
          <w:color w:val="auto"/>
          <w:sz w:val="28"/>
          <w:szCs w:val="28"/>
        </w:rPr>
        <w:t xml:space="preserve">Целью деятельности КСК является содействие законному и эффективному распоряжению муниципальными финансами и имуществом как необходимому условию устойчивого развития Грибановского района, руководствуясь только общегосударственными интересами и действуя от имени общества. </w:t>
      </w:r>
      <w:r w:rsidRPr="00EE5138">
        <w:rPr>
          <w:color w:val="333333"/>
          <w:sz w:val="28"/>
          <w:szCs w:val="28"/>
        </w:rPr>
        <w:br/>
      </w:r>
      <w:r w:rsidRPr="00EE5138">
        <w:rPr>
          <w:sz w:val="28"/>
          <w:szCs w:val="28"/>
        </w:rPr>
        <w:t>Работа контрольно-счетной комиссии строится на основании годового плана, который разрабатывается и утверждается самостоятельно на основе тщательного подхода к выбору тем мероприятий и использования принципов</w:t>
      </w:r>
      <w:r>
        <w:rPr>
          <w:sz w:val="28"/>
          <w:szCs w:val="28"/>
        </w:rPr>
        <w:t xml:space="preserve"> </w:t>
      </w:r>
      <w:r w:rsidRPr="00EE5138">
        <w:rPr>
          <w:sz w:val="28"/>
          <w:szCs w:val="28"/>
        </w:rPr>
        <w:t xml:space="preserve">актуальности, и риск-ориентированного похода. </w:t>
      </w:r>
    </w:p>
    <w:p w14:paraId="5D991387" w14:textId="77777777" w:rsidR="00EE5138" w:rsidRPr="00EE5138" w:rsidRDefault="00EE5138" w:rsidP="00EE5138">
      <w:pPr>
        <w:spacing w:line="276" w:lineRule="auto"/>
        <w:rPr>
          <w:rFonts w:ascii="Times New Roman" w:hAnsi="Times New Roman"/>
          <w:sz w:val="28"/>
          <w:szCs w:val="28"/>
        </w:rPr>
      </w:pPr>
      <w:r w:rsidRPr="00EE5138">
        <w:rPr>
          <w:rFonts w:ascii="Times New Roman" w:hAnsi="Times New Roman"/>
          <w:sz w:val="28"/>
          <w:szCs w:val="28"/>
        </w:rPr>
        <w:t>Основные выводы и результаты по проведенным мероприятиям в 2023 году отражены в настоящем отчете.</w:t>
      </w:r>
    </w:p>
    <w:p w14:paraId="548F01BA" w14:textId="77777777" w:rsidR="00EE5138" w:rsidRPr="00EE5138" w:rsidRDefault="00EE5138" w:rsidP="00EE5138">
      <w:pPr>
        <w:spacing w:line="276" w:lineRule="auto"/>
        <w:rPr>
          <w:rFonts w:ascii="Times New Roman" w:hAnsi="Times New Roman"/>
          <w:b/>
          <w:bCs/>
          <w:sz w:val="28"/>
          <w:szCs w:val="28"/>
        </w:rPr>
      </w:pPr>
      <w:r w:rsidRPr="00EE5138">
        <w:rPr>
          <w:rFonts w:ascii="Times New Roman" w:hAnsi="Times New Roman"/>
          <w:b/>
          <w:bCs/>
          <w:sz w:val="28"/>
          <w:szCs w:val="28"/>
        </w:rPr>
        <w:t>Основные показатели деятельности:</w:t>
      </w:r>
    </w:p>
    <w:p w14:paraId="0D4214B0" w14:textId="77777777" w:rsidR="00EE5138" w:rsidRPr="00EE5138" w:rsidRDefault="00EE5138" w:rsidP="00EE5138">
      <w:pPr>
        <w:spacing w:line="276" w:lineRule="auto"/>
        <w:rPr>
          <w:rFonts w:ascii="Times New Roman" w:hAnsi="Times New Roman"/>
          <w:i/>
          <w:sz w:val="28"/>
          <w:szCs w:val="28"/>
        </w:rPr>
      </w:pPr>
      <w:r w:rsidRPr="00EE5138">
        <w:rPr>
          <w:rFonts w:ascii="Times New Roman" w:hAnsi="Times New Roman"/>
          <w:i/>
          <w:sz w:val="28"/>
          <w:szCs w:val="28"/>
        </w:rPr>
        <w:t xml:space="preserve">1. Проведено мероприятий в 2023 году – 47 единиц из них: </w:t>
      </w:r>
    </w:p>
    <w:p w14:paraId="3B206ECB" w14:textId="77777777" w:rsidR="00EE5138" w:rsidRPr="00EE5138" w:rsidRDefault="00EE5138" w:rsidP="00EE5138">
      <w:pPr>
        <w:spacing w:line="276" w:lineRule="auto"/>
        <w:rPr>
          <w:rFonts w:ascii="Times New Roman" w:hAnsi="Times New Roman"/>
          <w:iCs/>
          <w:sz w:val="28"/>
          <w:szCs w:val="28"/>
        </w:rPr>
      </w:pPr>
      <w:r w:rsidRPr="00EE5138">
        <w:rPr>
          <w:rFonts w:ascii="Times New Roman" w:hAnsi="Times New Roman"/>
          <w:iCs/>
          <w:sz w:val="28"/>
          <w:szCs w:val="28"/>
        </w:rPr>
        <w:t>- контрольных мероприятий – 4;</w:t>
      </w:r>
    </w:p>
    <w:p w14:paraId="664726D4" w14:textId="77777777" w:rsidR="00EE5138" w:rsidRPr="00EE5138" w:rsidRDefault="00EE5138" w:rsidP="00EE5138">
      <w:pPr>
        <w:spacing w:line="276" w:lineRule="auto"/>
        <w:rPr>
          <w:rFonts w:ascii="Times New Roman" w:hAnsi="Times New Roman"/>
          <w:iCs/>
          <w:sz w:val="28"/>
          <w:szCs w:val="28"/>
        </w:rPr>
      </w:pPr>
      <w:r w:rsidRPr="00EE5138">
        <w:rPr>
          <w:rFonts w:ascii="Times New Roman" w:hAnsi="Times New Roman"/>
          <w:iCs/>
          <w:sz w:val="28"/>
          <w:szCs w:val="28"/>
        </w:rPr>
        <w:t>- экспертно-аналитических мероприятий – 25 (</w:t>
      </w:r>
      <w:r w:rsidRPr="00EE5138">
        <w:rPr>
          <w:rFonts w:ascii="Times New Roman" w:hAnsi="Times New Roman"/>
          <w:i/>
          <w:sz w:val="28"/>
          <w:szCs w:val="28"/>
        </w:rPr>
        <w:t>это к</w:t>
      </w:r>
      <w:r w:rsidRPr="00EE5138">
        <w:rPr>
          <w:rFonts w:ascii="Times New Roman" w:hAnsi="Times New Roman"/>
          <w:bCs/>
          <w:i/>
          <w:sz w:val="28"/>
          <w:szCs w:val="28"/>
        </w:rPr>
        <w:t>омплекс экспертно-аналитических мероприятий, связанных с реализацией полномочий КСК</w:t>
      </w:r>
      <w:r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EE5138">
        <w:rPr>
          <w:rFonts w:ascii="Times New Roman" w:hAnsi="Times New Roman"/>
          <w:bCs/>
          <w:i/>
          <w:sz w:val="28"/>
          <w:szCs w:val="28"/>
        </w:rPr>
        <w:t>Грибановского района по контролю формирования и исполнения районного бюджета, бюджетов городского и сельских поселений</w:t>
      </w:r>
      <w:r w:rsidRPr="00EE5138">
        <w:rPr>
          <w:rFonts w:ascii="Times New Roman" w:hAnsi="Times New Roman"/>
          <w:iCs/>
          <w:sz w:val="28"/>
          <w:szCs w:val="28"/>
        </w:rPr>
        <w:t>);</w:t>
      </w:r>
    </w:p>
    <w:p w14:paraId="52A97EFD" w14:textId="77777777" w:rsidR="00EE5138" w:rsidRPr="00EE5138" w:rsidRDefault="00EE5138" w:rsidP="00EE5138">
      <w:pPr>
        <w:spacing w:line="276" w:lineRule="auto"/>
        <w:rPr>
          <w:rFonts w:ascii="Times New Roman" w:hAnsi="Times New Roman"/>
          <w:iCs/>
          <w:sz w:val="28"/>
          <w:szCs w:val="28"/>
        </w:rPr>
      </w:pPr>
      <w:r w:rsidRPr="00EE5138">
        <w:rPr>
          <w:rFonts w:ascii="Times New Roman" w:hAnsi="Times New Roman"/>
          <w:iCs/>
          <w:sz w:val="28"/>
          <w:szCs w:val="28"/>
        </w:rPr>
        <w:t>- экспертиз проектов муниципально-правовых актов – 18</w:t>
      </w:r>
      <w:r w:rsidRPr="00EE5138">
        <w:rPr>
          <w:rFonts w:ascii="Times New Roman" w:hAnsi="Times New Roman"/>
          <w:i/>
          <w:sz w:val="28"/>
          <w:szCs w:val="28"/>
        </w:rPr>
        <w:t>(проектов изменений муниципальных программ Грибановского муниципального района).</w:t>
      </w:r>
    </w:p>
    <w:p w14:paraId="4B797FEF" w14:textId="77777777" w:rsidR="00EE5138" w:rsidRPr="00EE5138" w:rsidRDefault="00EE5138" w:rsidP="00EE5138">
      <w:pPr>
        <w:spacing w:line="276" w:lineRule="auto"/>
        <w:rPr>
          <w:rFonts w:ascii="Times New Roman" w:hAnsi="Times New Roman"/>
          <w:i/>
          <w:sz w:val="28"/>
          <w:szCs w:val="28"/>
        </w:rPr>
      </w:pPr>
      <w:r w:rsidRPr="00EE5138">
        <w:rPr>
          <w:rFonts w:ascii="Times New Roman" w:hAnsi="Times New Roman"/>
          <w:i/>
          <w:sz w:val="28"/>
          <w:szCs w:val="28"/>
        </w:rPr>
        <w:t xml:space="preserve">2. Проверено 52 объекта. </w:t>
      </w:r>
    </w:p>
    <w:p w14:paraId="0F2DCD5E" w14:textId="77777777" w:rsidR="00EE5138" w:rsidRPr="00EE5138" w:rsidRDefault="00EE5138" w:rsidP="00EE5138">
      <w:pPr>
        <w:spacing w:line="276" w:lineRule="auto"/>
        <w:rPr>
          <w:rFonts w:ascii="Times New Roman" w:hAnsi="Times New Roman"/>
          <w:i/>
          <w:sz w:val="28"/>
          <w:szCs w:val="28"/>
        </w:rPr>
      </w:pPr>
      <w:r w:rsidRPr="00EE5138">
        <w:rPr>
          <w:rFonts w:ascii="Times New Roman" w:hAnsi="Times New Roman"/>
          <w:i/>
          <w:sz w:val="28"/>
          <w:szCs w:val="28"/>
        </w:rPr>
        <w:t>3. Объем проверенных средств - 8 512,9 млн рублей, из них:</w:t>
      </w:r>
    </w:p>
    <w:p w14:paraId="6B2C44F2" w14:textId="77777777" w:rsidR="00EE5138" w:rsidRPr="00EE5138" w:rsidRDefault="00EE5138" w:rsidP="00EE5138">
      <w:pPr>
        <w:spacing w:line="276" w:lineRule="auto"/>
        <w:rPr>
          <w:rFonts w:ascii="Times New Roman" w:hAnsi="Times New Roman"/>
          <w:iCs/>
          <w:sz w:val="28"/>
          <w:szCs w:val="28"/>
        </w:rPr>
      </w:pPr>
      <w:r w:rsidRPr="00EE5138">
        <w:rPr>
          <w:rFonts w:ascii="Times New Roman" w:hAnsi="Times New Roman"/>
          <w:iCs/>
          <w:sz w:val="28"/>
          <w:szCs w:val="28"/>
        </w:rPr>
        <w:t>- объем проверенных средств при контрольных мероприятиях – 1 858,8 млн рублей.</w:t>
      </w:r>
    </w:p>
    <w:p w14:paraId="1C5DE1CA" w14:textId="77777777" w:rsidR="00EE5138" w:rsidRPr="00EE5138" w:rsidRDefault="00EE5138" w:rsidP="00EE5138">
      <w:pPr>
        <w:spacing w:line="276" w:lineRule="auto"/>
        <w:rPr>
          <w:rFonts w:ascii="Times New Roman" w:hAnsi="Times New Roman"/>
          <w:iCs/>
          <w:sz w:val="28"/>
          <w:szCs w:val="28"/>
        </w:rPr>
      </w:pPr>
      <w:r w:rsidRPr="00EE5138">
        <w:rPr>
          <w:rFonts w:ascii="Times New Roman" w:hAnsi="Times New Roman"/>
          <w:iCs/>
          <w:sz w:val="28"/>
          <w:szCs w:val="28"/>
        </w:rPr>
        <w:t>- объем бюджетов (по расходам)–6 654,1 млн рублей.</w:t>
      </w:r>
    </w:p>
    <w:p w14:paraId="58ABCF2F" w14:textId="293B0590" w:rsidR="00EE5138" w:rsidRPr="00EE5138" w:rsidRDefault="00EE5138" w:rsidP="00EE5138">
      <w:pPr>
        <w:spacing w:line="276" w:lineRule="auto"/>
        <w:rPr>
          <w:rFonts w:ascii="Times New Roman" w:hAnsi="Times New Roman"/>
          <w:i/>
          <w:sz w:val="28"/>
          <w:szCs w:val="28"/>
        </w:rPr>
      </w:pPr>
      <w:r w:rsidRPr="00EE5138">
        <w:rPr>
          <w:rFonts w:ascii="Times New Roman" w:hAnsi="Times New Roman"/>
          <w:i/>
          <w:sz w:val="28"/>
          <w:szCs w:val="28"/>
        </w:rPr>
        <w:t>4. Выявлено 132 нарушения в объеме 67,5 млн рублей,</w:t>
      </w:r>
      <w:r w:rsidR="007F3987">
        <w:rPr>
          <w:rFonts w:ascii="Times New Roman" w:hAnsi="Times New Roman"/>
          <w:i/>
          <w:sz w:val="28"/>
          <w:szCs w:val="28"/>
        </w:rPr>
        <w:t xml:space="preserve"> </w:t>
      </w:r>
      <w:r w:rsidRPr="00EE5138">
        <w:rPr>
          <w:rFonts w:ascii="Times New Roman" w:hAnsi="Times New Roman"/>
          <w:i/>
          <w:sz w:val="28"/>
          <w:szCs w:val="28"/>
        </w:rPr>
        <w:t xml:space="preserve">из них: </w:t>
      </w:r>
    </w:p>
    <w:p w14:paraId="52381EE1" w14:textId="77777777" w:rsidR="00EE5138" w:rsidRPr="00EE5138" w:rsidRDefault="00EE5138" w:rsidP="00EE5138">
      <w:pPr>
        <w:spacing w:line="276" w:lineRule="auto"/>
        <w:rPr>
          <w:rFonts w:ascii="Times New Roman" w:hAnsi="Times New Roman"/>
          <w:iCs/>
          <w:sz w:val="28"/>
          <w:szCs w:val="28"/>
        </w:rPr>
      </w:pPr>
      <w:r w:rsidRPr="00EE5138">
        <w:rPr>
          <w:rFonts w:ascii="Times New Roman" w:hAnsi="Times New Roman"/>
          <w:iCs/>
          <w:sz w:val="28"/>
          <w:szCs w:val="28"/>
        </w:rPr>
        <w:t>- управление и распоряжение собственностью – 8 ед. на сумму 0,7млн рублей;</w:t>
      </w:r>
    </w:p>
    <w:p w14:paraId="4E0591A7" w14:textId="77777777" w:rsidR="00EE5138" w:rsidRPr="00EE5138" w:rsidRDefault="00EE5138" w:rsidP="00EE5138">
      <w:pPr>
        <w:spacing w:line="276" w:lineRule="auto"/>
        <w:rPr>
          <w:rFonts w:ascii="Times New Roman" w:hAnsi="Times New Roman"/>
          <w:iCs/>
          <w:sz w:val="28"/>
          <w:szCs w:val="28"/>
        </w:rPr>
      </w:pPr>
      <w:r w:rsidRPr="00EE5138">
        <w:rPr>
          <w:rFonts w:ascii="Times New Roman" w:hAnsi="Times New Roman"/>
          <w:iCs/>
          <w:sz w:val="28"/>
          <w:szCs w:val="28"/>
        </w:rPr>
        <w:t>- осуществление закупок – 33 ед. на сумму 64,5млн рублей;</w:t>
      </w:r>
    </w:p>
    <w:p w14:paraId="46B18D6F" w14:textId="77777777" w:rsidR="00EE5138" w:rsidRPr="00EE5138" w:rsidRDefault="00EE5138" w:rsidP="00EE5138">
      <w:pPr>
        <w:spacing w:line="276" w:lineRule="auto"/>
        <w:rPr>
          <w:rFonts w:ascii="Times New Roman" w:hAnsi="Times New Roman"/>
          <w:iCs/>
          <w:sz w:val="28"/>
          <w:szCs w:val="28"/>
        </w:rPr>
      </w:pPr>
      <w:r w:rsidRPr="00EE5138">
        <w:rPr>
          <w:rFonts w:ascii="Times New Roman" w:hAnsi="Times New Roman"/>
          <w:iCs/>
          <w:sz w:val="28"/>
          <w:szCs w:val="28"/>
        </w:rPr>
        <w:t>- формирование и исполнение бюджета – 10 ед. на 0,1млн рублей;</w:t>
      </w:r>
    </w:p>
    <w:p w14:paraId="248BA608" w14:textId="77777777" w:rsidR="00EE5138" w:rsidRPr="00EE5138" w:rsidRDefault="00EE5138" w:rsidP="00EE5138">
      <w:pPr>
        <w:spacing w:line="276" w:lineRule="auto"/>
        <w:rPr>
          <w:rFonts w:ascii="Times New Roman" w:hAnsi="Times New Roman"/>
          <w:iCs/>
          <w:sz w:val="28"/>
          <w:szCs w:val="28"/>
        </w:rPr>
      </w:pPr>
      <w:r w:rsidRPr="00EE5138">
        <w:rPr>
          <w:rFonts w:ascii="Times New Roman" w:hAnsi="Times New Roman"/>
          <w:iCs/>
          <w:sz w:val="28"/>
          <w:szCs w:val="28"/>
        </w:rPr>
        <w:t>- ведение бухгалтерского учета – 31 ед. на 2,2 млн рублей;</w:t>
      </w:r>
    </w:p>
    <w:p w14:paraId="1C6D380E" w14:textId="77777777" w:rsidR="00EE5138" w:rsidRPr="00EE5138" w:rsidRDefault="00EE5138" w:rsidP="00EE5138">
      <w:pPr>
        <w:spacing w:line="276" w:lineRule="auto"/>
        <w:rPr>
          <w:rFonts w:ascii="Times New Roman" w:hAnsi="Times New Roman"/>
          <w:iCs/>
          <w:sz w:val="28"/>
          <w:szCs w:val="28"/>
        </w:rPr>
      </w:pPr>
      <w:r w:rsidRPr="00EE5138">
        <w:rPr>
          <w:rFonts w:ascii="Times New Roman" w:hAnsi="Times New Roman"/>
          <w:iCs/>
          <w:sz w:val="28"/>
          <w:szCs w:val="28"/>
        </w:rPr>
        <w:t>-анализ нормативно-правовых актов – 50 единиц.</w:t>
      </w:r>
    </w:p>
    <w:p w14:paraId="250C3EF0" w14:textId="77777777" w:rsidR="00EE5138" w:rsidRPr="00EE5138" w:rsidRDefault="00EE5138" w:rsidP="00EE5138">
      <w:pPr>
        <w:spacing w:line="276" w:lineRule="auto"/>
        <w:rPr>
          <w:rFonts w:ascii="Times New Roman" w:hAnsi="Times New Roman"/>
          <w:iCs/>
          <w:sz w:val="28"/>
          <w:szCs w:val="28"/>
        </w:rPr>
      </w:pPr>
      <w:r w:rsidRPr="00EE5138">
        <w:rPr>
          <w:rFonts w:ascii="Times New Roman" w:hAnsi="Times New Roman"/>
          <w:i/>
          <w:sz w:val="28"/>
          <w:szCs w:val="28"/>
        </w:rPr>
        <w:t>5. Направлено:</w:t>
      </w:r>
      <w:r w:rsidRPr="00EE5138">
        <w:rPr>
          <w:rFonts w:ascii="Times New Roman" w:hAnsi="Times New Roman"/>
          <w:iCs/>
          <w:sz w:val="28"/>
          <w:szCs w:val="28"/>
        </w:rPr>
        <w:t>9 представлений, 5 информационных письма, 1 материал в УФАС.</w:t>
      </w:r>
    </w:p>
    <w:p w14:paraId="61D74C76" w14:textId="77777777" w:rsidR="00EE5138" w:rsidRPr="00EE5138" w:rsidRDefault="00EE5138" w:rsidP="00EE5138">
      <w:pPr>
        <w:pStyle w:val="af4"/>
        <w:spacing w:line="276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EE5138">
        <w:rPr>
          <w:rFonts w:ascii="Times New Roman" w:hAnsi="Times New Roman"/>
          <w:i/>
          <w:iCs/>
          <w:color w:val="000000"/>
          <w:sz w:val="28"/>
          <w:szCs w:val="28"/>
        </w:rPr>
        <w:lastRenderedPageBreak/>
        <w:t>6. Устранено нарушений и недостатков на момент составления отчета</w:t>
      </w:r>
      <w:r w:rsidRPr="00EE5138">
        <w:rPr>
          <w:rFonts w:ascii="Times New Roman" w:hAnsi="Times New Roman"/>
          <w:color w:val="000000"/>
          <w:sz w:val="28"/>
          <w:szCs w:val="28"/>
        </w:rPr>
        <w:t xml:space="preserve"> - 90,2 %,оставшиеся 9,8 % находятся на контроле КСК Грибановского района.</w:t>
      </w:r>
    </w:p>
    <w:p w14:paraId="1B9D2B74" w14:textId="77777777" w:rsidR="00EE5138" w:rsidRPr="00EE5138" w:rsidRDefault="00EE5138" w:rsidP="00EE5138">
      <w:pPr>
        <w:pStyle w:val="af4"/>
        <w:spacing w:line="276" w:lineRule="auto"/>
        <w:ind w:left="0"/>
        <w:rPr>
          <w:rFonts w:ascii="Times New Roman" w:hAnsi="Times New Roman"/>
          <w:bCs/>
          <w:color w:val="000000"/>
          <w:sz w:val="28"/>
          <w:szCs w:val="28"/>
        </w:rPr>
      </w:pPr>
      <w:r w:rsidRPr="00EE5138">
        <w:rPr>
          <w:rFonts w:ascii="Times New Roman" w:hAnsi="Times New Roman"/>
          <w:bCs/>
          <w:color w:val="000000"/>
          <w:sz w:val="28"/>
          <w:szCs w:val="28"/>
        </w:rPr>
        <w:t xml:space="preserve">В 2023 году КСК проведен комплекс экспертно-аналитических и контрольных мероприятий, связанных с реализацией полномочий по контролю формирования и исполнения районного бюджета и бюджетов городского и сельских поселений, которые включают: </w:t>
      </w:r>
    </w:p>
    <w:p w14:paraId="7798B9C9" w14:textId="77777777" w:rsidR="00EE5138" w:rsidRPr="00EE5138" w:rsidRDefault="00EE5138" w:rsidP="00EE5138">
      <w:pPr>
        <w:tabs>
          <w:tab w:val="num" w:pos="360"/>
        </w:tabs>
        <w:spacing w:line="276" w:lineRule="auto"/>
        <w:rPr>
          <w:rFonts w:ascii="Times New Roman" w:hAnsi="Times New Roman"/>
          <w:sz w:val="28"/>
          <w:szCs w:val="28"/>
        </w:rPr>
      </w:pPr>
      <w:r w:rsidRPr="00EE5138">
        <w:rPr>
          <w:rFonts w:ascii="Times New Roman" w:hAnsi="Times New Roman"/>
          <w:color w:val="000000"/>
          <w:sz w:val="28"/>
          <w:szCs w:val="28"/>
        </w:rPr>
        <w:t xml:space="preserve">- предварительный контроль – проведено 1 мероприятие - экспертиза проекта Решения о районном бюджете на 2024 год и плановый период 2025 и 2026 годов (2024 год основные параметры: доходы 837 080,3 </w:t>
      </w:r>
      <w:bookmarkStart w:id="0" w:name="_Hlk163023281"/>
      <w:r w:rsidRPr="00EE5138">
        <w:rPr>
          <w:rFonts w:ascii="Times New Roman" w:hAnsi="Times New Roman"/>
          <w:color w:val="000000"/>
          <w:sz w:val="28"/>
          <w:szCs w:val="28"/>
        </w:rPr>
        <w:t>тыс. рублей,</w:t>
      </w:r>
      <w:bookmarkEnd w:id="0"/>
      <w:r w:rsidRPr="00EE5138">
        <w:rPr>
          <w:rFonts w:ascii="Times New Roman" w:hAnsi="Times New Roman"/>
          <w:color w:val="000000"/>
          <w:sz w:val="28"/>
          <w:szCs w:val="28"/>
        </w:rPr>
        <w:t xml:space="preserve"> расходы 1 087 109,4 тыс. рублей, дефицит 145 212,9 тыс. рублей);</w:t>
      </w:r>
    </w:p>
    <w:p w14:paraId="391C3A26" w14:textId="77777777" w:rsidR="00EE5138" w:rsidRPr="00EE5138" w:rsidRDefault="00EE5138" w:rsidP="00EE5138">
      <w:pPr>
        <w:pStyle w:val="af4"/>
        <w:spacing w:line="276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EE5138">
        <w:rPr>
          <w:rFonts w:ascii="Times New Roman" w:hAnsi="Times New Roman"/>
          <w:color w:val="000000"/>
          <w:sz w:val="28"/>
          <w:szCs w:val="28"/>
        </w:rPr>
        <w:t>- текущий контроль – ежеквартальный анализ исполнения районного бюджета (проведено 3 мероприятия) и экспертиза проектов постановлений администрации Грибановского района о внесении изменений в муниципальные программы Грибановского района (18 мероприятий);</w:t>
      </w:r>
    </w:p>
    <w:p w14:paraId="0AEF8D76" w14:textId="77777777" w:rsidR="00EE5138" w:rsidRPr="00EE5138" w:rsidRDefault="00EE5138" w:rsidP="00EE5138">
      <w:pPr>
        <w:pStyle w:val="af4"/>
        <w:spacing w:line="276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EE5138">
        <w:rPr>
          <w:rFonts w:ascii="Times New Roman" w:hAnsi="Times New Roman"/>
          <w:color w:val="000000"/>
          <w:sz w:val="28"/>
          <w:szCs w:val="28"/>
        </w:rPr>
        <w:t>- последующий контроль - внешняя проверка годового отчета об исполнении районного бюджета и бюджетов городского и сельских поселений (18 мероприятий). Основные параметры исполнения районного бюджета в 2022 году: доходы 902644,9тыс. рублей, расходы 851052,1тыс. рублей, профицит 51592,8тыс. рублей.</w:t>
      </w:r>
    </w:p>
    <w:p w14:paraId="2312B08D" w14:textId="77777777" w:rsidR="00EE5138" w:rsidRPr="00EE5138" w:rsidRDefault="00EE5138" w:rsidP="00EE5138">
      <w:pPr>
        <w:pStyle w:val="af4"/>
        <w:spacing w:line="276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EE5138">
        <w:rPr>
          <w:rFonts w:ascii="Times New Roman" w:hAnsi="Times New Roman"/>
          <w:color w:val="000000"/>
          <w:sz w:val="28"/>
          <w:szCs w:val="28"/>
        </w:rPr>
        <w:t>Основные выводы проведенных мероприятий:</w:t>
      </w:r>
    </w:p>
    <w:p w14:paraId="1F0BCC0B" w14:textId="77777777" w:rsidR="00EE5138" w:rsidRPr="00EE5138" w:rsidRDefault="00EE5138" w:rsidP="00EE5138">
      <w:pPr>
        <w:pStyle w:val="a5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EE5138">
        <w:rPr>
          <w:rFonts w:ascii="Times New Roman" w:eastAsia="+mn-ea" w:hAnsi="Times New Roman"/>
          <w:color w:val="000000"/>
          <w:kern w:val="24"/>
          <w:sz w:val="28"/>
          <w:szCs w:val="28"/>
        </w:rPr>
        <w:t>- При формировании и исполнении районного бюджета обеспечивается сбалансированность и финансовая устойчивость бюджетной системы Грибановского района.</w:t>
      </w:r>
    </w:p>
    <w:p w14:paraId="229F8C07" w14:textId="77777777" w:rsidR="00EE5138" w:rsidRPr="00EE5138" w:rsidRDefault="00EE5138" w:rsidP="00EE5138">
      <w:pPr>
        <w:pStyle w:val="a5"/>
        <w:spacing w:before="0" w:after="0" w:line="276" w:lineRule="auto"/>
        <w:jc w:val="both"/>
        <w:rPr>
          <w:rFonts w:ascii="Times New Roman" w:hAnsi="Times New Roman"/>
          <w:color w:val="000000"/>
          <w:kern w:val="24"/>
          <w:sz w:val="28"/>
          <w:szCs w:val="28"/>
        </w:rPr>
      </w:pPr>
      <w:r w:rsidRPr="00EE5138">
        <w:rPr>
          <w:rFonts w:ascii="Times New Roman" w:eastAsia="+mn-ea" w:hAnsi="Times New Roman"/>
          <w:kern w:val="24"/>
          <w:sz w:val="28"/>
          <w:szCs w:val="28"/>
        </w:rPr>
        <w:t>-</w:t>
      </w:r>
      <w:r w:rsidRPr="00EE5138">
        <w:rPr>
          <w:rFonts w:ascii="Times New Roman" w:eastAsia="+mn-ea" w:hAnsi="Times New Roman"/>
          <w:color w:val="000000"/>
          <w:kern w:val="24"/>
          <w:sz w:val="28"/>
          <w:szCs w:val="28"/>
        </w:rPr>
        <w:t>Основные</w:t>
      </w:r>
      <w:r w:rsidRPr="00EE5138">
        <w:rPr>
          <w:rFonts w:ascii="Times New Roman" w:hAnsi="Times New Roman"/>
          <w:color w:val="000000"/>
          <w:kern w:val="24"/>
          <w:sz w:val="28"/>
          <w:szCs w:val="28"/>
        </w:rPr>
        <w:t xml:space="preserve"> ограничения, установленные Бюджетным кодексом РФ, соблюдаются.</w:t>
      </w:r>
    </w:p>
    <w:p w14:paraId="5DCBADB3" w14:textId="77777777" w:rsidR="00EE5138" w:rsidRPr="00EE5138" w:rsidRDefault="00EE5138" w:rsidP="00EE5138">
      <w:pPr>
        <w:pStyle w:val="a5"/>
        <w:spacing w:before="0" w:after="0" w:line="276" w:lineRule="auto"/>
        <w:jc w:val="both"/>
        <w:rPr>
          <w:rFonts w:ascii="Times New Roman" w:hAnsi="Times New Roman"/>
          <w:color w:val="000000"/>
          <w:kern w:val="24"/>
          <w:sz w:val="28"/>
          <w:szCs w:val="28"/>
        </w:rPr>
      </w:pPr>
      <w:r w:rsidRPr="00EE5138">
        <w:rPr>
          <w:rFonts w:ascii="Times New Roman" w:hAnsi="Times New Roman"/>
          <w:color w:val="000000"/>
          <w:kern w:val="24"/>
          <w:sz w:val="28"/>
          <w:szCs w:val="28"/>
        </w:rPr>
        <w:t>Основные выявленные проблемы:</w:t>
      </w:r>
    </w:p>
    <w:p w14:paraId="69D39EF7" w14:textId="77777777" w:rsidR="00EE5138" w:rsidRPr="00EE5138" w:rsidRDefault="00EE5138" w:rsidP="00EE5138">
      <w:pPr>
        <w:pStyle w:val="a5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EE5138">
        <w:rPr>
          <w:rFonts w:ascii="Times New Roman" w:eastAsia="+mn-ea" w:hAnsi="Times New Roman"/>
          <w:color w:val="000000"/>
          <w:kern w:val="24"/>
          <w:sz w:val="28"/>
          <w:szCs w:val="28"/>
          <w:u w:val="single"/>
        </w:rPr>
        <w:t>Отчет об исполнении районного бюджета за 2022 год</w:t>
      </w:r>
    </w:p>
    <w:p w14:paraId="76865BFE" w14:textId="77777777" w:rsidR="00EE5138" w:rsidRPr="00EE5138" w:rsidRDefault="00EE5138" w:rsidP="00EE5138">
      <w:pPr>
        <w:pStyle w:val="a5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EE5138">
        <w:rPr>
          <w:rFonts w:ascii="Times New Roman" w:eastAsia="+mn-ea" w:hAnsi="Times New Roman"/>
          <w:kern w:val="24"/>
          <w:sz w:val="28"/>
          <w:szCs w:val="28"/>
        </w:rPr>
        <w:t>-Плановые значения по расходам бюджета не исполнены в полном объеме.</w:t>
      </w:r>
    </w:p>
    <w:p w14:paraId="1B841F8E" w14:textId="77777777" w:rsidR="00EE5138" w:rsidRPr="00EE5138" w:rsidRDefault="00EE5138" w:rsidP="00EE5138">
      <w:pPr>
        <w:pStyle w:val="a5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EE5138">
        <w:rPr>
          <w:rFonts w:ascii="Times New Roman" w:eastAsia="+mn-ea" w:hAnsi="Times New Roman"/>
          <w:kern w:val="24"/>
          <w:sz w:val="28"/>
          <w:szCs w:val="28"/>
        </w:rPr>
        <w:t>-Несвоевременное приведение МП в соответствии Решению о районном бюджете.</w:t>
      </w:r>
    </w:p>
    <w:p w14:paraId="36BB3CDD" w14:textId="77777777" w:rsidR="00EE5138" w:rsidRPr="00EE5138" w:rsidRDefault="00EE5138" w:rsidP="00EE5138">
      <w:pPr>
        <w:pStyle w:val="a5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EE5138">
        <w:rPr>
          <w:rFonts w:ascii="Times New Roman" w:eastAsia="+mn-ea" w:hAnsi="Times New Roman"/>
          <w:kern w:val="24"/>
          <w:sz w:val="28"/>
          <w:szCs w:val="28"/>
        </w:rPr>
        <w:t>-Остается значительной доля финансовой помощи в структуре доходов бюджета района.</w:t>
      </w:r>
    </w:p>
    <w:p w14:paraId="481ABF8E" w14:textId="77777777" w:rsidR="00EE5138" w:rsidRPr="00EE5138" w:rsidRDefault="00EE5138" w:rsidP="00EE5138">
      <w:pPr>
        <w:pStyle w:val="a5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EE5138">
        <w:rPr>
          <w:rFonts w:ascii="Times New Roman" w:eastAsia="+mn-ea" w:hAnsi="Times New Roman"/>
          <w:kern w:val="24"/>
          <w:sz w:val="28"/>
          <w:szCs w:val="28"/>
          <w:u w:val="single"/>
        </w:rPr>
        <w:t>Проект Решения о районном бюджете на 2024–2026 гг.</w:t>
      </w:r>
    </w:p>
    <w:p w14:paraId="45337930" w14:textId="77777777" w:rsidR="00EE5138" w:rsidRPr="00EE5138" w:rsidRDefault="00EE5138" w:rsidP="00EE5138">
      <w:pPr>
        <w:pStyle w:val="a5"/>
        <w:spacing w:before="0" w:after="0" w:line="276" w:lineRule="auto"/>
        <w:jc w:val="both"/>
        <w:rPr>
          <w:rFonts w:ascii="Times New Roman" w:eastAsia="+mn-ea" w:hAnsi="Times New Roman"/>
          <w:color w:val="000000"/>
          <w:kern w:val="24"/>
          <w:sz w:val="28"/>
          <w:szCs w:val="28"/>
        </w:rPr>
      </w:pPr>
      <w:r w:rsidRPr="00EE5138">
        <w:rPr>
          <w:rFonts w:ascii="Times New Roman" w:eastAsia="+mn-ea" w:hAnsi="Times New Roman"/>
          <w:kern w:val="24"/>
          <w:sz w:val="28"/>
          <w:szCs w:val="28"/>
        </w:rPr>
        <w:t>-Прогнозируемые значения показателей социально-экономического района на</w:t>
      </w:r>
      <w:r w:rsidRPr="00EE5138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 2024-2026 годы в некоторых случаях отличаются от значений, предусмотренных Стратегией социально-экономического развития Грибановского района на период до 2035 года.</w:t>
      </w:r>
    </w:p>
    <w:p w14:paraId="62BCEEAB" w14:textId="554A4846" w:rsidR="00EE5138" w:rsidRPr="00EE5138" w:rsidRDefault="00EE5138" w:rsidP="00EE5138">
      <w:pPr>
        <w:pStyle w:val="a5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EE5138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Проведен аудит закупок товаров, работ, услуг осуществляемых МКУ по обеспечению деятельности органов местного самоуправления Грибановского муниципального района в 2021 – 2022 годах и текущем периоде 2023 года. Объем закупок в 2021 году составил 2,4 млн рублей, в 2022 году – 3,7 млн </w:t>
      </w:r>
      <w:r w:rsidRPr="00EE5138">
        <w:rPr>
          <w:rFonts w:ascii="Times New Roman" w:eastAsia="+mn-ea" w:hAnsi="Times New Roman"/>
          <w:color w:val="000000"/>
          <w:kern w:val="24"/>
          <w:sz w:val="28"/>
          <w:szCs w:val="28"/>
        </w:rPr>
        <w:lastRenderedPageBreak/>
        <w:t xml:space="preserve">рублей и за 4 месяца 2023 года 3,5 млн рублей. 99 % от общего количества закупок составляют закупки, произведенные неконкурентным способом – контракты заключались с единственным поставщиком (подрядчиком, исполнителем). Экономия бюджетных средств при осуществлении закупок составила в 2021 году – ноль рублей, в 2022 году –57,7 тыс. рублей и в 2023 году – 112,4 тыс. рублей. Выявлено 20 нарушений/недостатков законодательства </w:t>
      </w:r>
      <w:r w:rsidRPr="00EE5138">
        <w:rPr>
          <w:rFonts w:ascii="Times New Roman" w:hAnsi="Times New Roman"/>
          <w:sz w:val="28"/>
          <w:szCs w:val="28"/>
        </w:rPr>
        <w:t xml:space="preserve">о контрактной системе в сфере закупок товаров, работ, услуг для обеспечения муниципальных нужд. </w:t>
      </w:r>
      <w:r w:rsidRPr="00EE5138">
        <w:rPr>
          <w:rFonts w:ascii="Times New Roman" w:eastAsia="+mn-ea" w:hAnsi="Times New Roman"/>
          <w:color w:val="000000"/>
          <w:kern w:val="24"/>
          <w:sz w:val="28"/>
          <w:szCs w:val="28"/>
        </w:rPr>
        <w:t>По результатам аудита учредителю направлены рекомендации по усилению ведомственного контроля в сфере закупок и по предупреждению нарушений законодательства РФ, объекту контроля направлено представление.</w:t>
      </w:r>
      <w:r w:rsidR="007F3987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 </w:t>
      </w:r>
      <w:r w:rsidRPr="00EE5138">
        <w:rPr>
          <w:rFonts w:ascii="Times New Roman" w:eastAsia="+mn-ea" w:hAnsi="Times New Roman"/>
          <w:color w:val="000000"/>
          <w:kern w:val="24"/>
          <w:sz w:val="28"/>
          <w:szCs w:val="28"/>
        </w:rPr>
        <w:t>Объектом</w:t>
      </w:r>
      <w:r w:rsidR="007F3987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 </w:t>
      </w:r>
      <w:r w:rsidRPr="00EE5138">
        <w:rPr>
          <w:rFonts w:ascii="Times New Roman" w:eastAsia="+mn-ea" w:hAnsi="Times New Roman"/>
          <w:color w:val="000000"/>
          <w:kern w:val="24"/>
          <w:sz w:val="28"/>
          <w:szCs w:val="28"/>
        </w:rPr>
        <w:t>контроля приведены в соответствии с действующим законодательством 2 локальных правовых акта и устранены нарушения законодательства РФ о контрактной системе.</w:t>
      </w:r>
    </w:p>
    <w:p w14:paraId="051CF3DC" w14:textId="77777777" w:rsidR="00EE5138" w:rsidRPr="00EE5138" w:rsidRDefault="00EE5138" w:rsidP="00EE5138">
      <w:pPr>
        <w:pStyle w:val="a5"/>
        <w:spacing w:before="0" w:after="0" w:line="276" w:lineRule="auto"/>
        <w:jc w:val="both"/>
        <w:rPr>
          <w:rFonts w:ascii="Times New Roman" w:eastAsia="+mn-ea" w:hAnsi="Times New Roman"/>
          <w:b/>
          <w:bCs/>
          <w:color w:val="000000"/>
          <w:kern w:val="24"/>
          <w:sz w:val="28"/>
          <w:szCs w:val="28"/>
        </w:rPr>
      </w:pPr>
      <w:r w:rsidRPr="00EE5138">
        <w:rPr>
          <w:rFonts w:ascii="Times New Roman" w:eastAsia="+mn-ea" w:hAnsi="Times New Roman"/>
          <w:b/>
          <w:bCs/>
          <w:color w:val="000000"/>
          <w:kern w:val="24"/>
          <w:sz w:val="28"/>
          <w:szCs w:val="28"/>
        </w:rPr>
        <w:t>В 2023 году проведены следующие контрольные мероприятия.</w:t>
      </w:r>
    </w:p>
    <w:p w14:paraId="42C3FB50" w14:textId="77777777" w:rsidR="00EE5138" w:rsidRPr="00EE5138" w:rsidRDefault="00EE5138" w:rsidP="00EE5138">
      <w:pPr>
        <w:pStyle w:val="a5"/>
        <w:spacing w:before="0" w:after="0" w:line="276" w:lineRule="auto"/>
        <w:jc w:val="both"/>
        <w:rPr>
          <w:rFonts w:ascii="Times New Roman" w:eastAsia="+mn-ea" w:hAnsi="Times New Roman"/>
          <w:i/>
          <w:iCs/>
          <w:color w:val="000000"/>
          <w:kern w:val="24"/>
          <w:sz w:val="28"/>
          <w:szCs w:val="28"/>
        </w:rPr>
      </w:pPr>
      <w:r w:rsidRPr="00EE5138">
        <w:rPr>
          <w:rFonts w:ascii="Times New Roman" w:eastAsia="+mn-ea" w:hAnsi="Times New Roman"/>
          <w:i/>
          <w:iCs/>
          <w:color w:val="000000"/>
          <w:kern w:val="24"/>
          <w:sz w:val="28"/>
          <w:szCs w:val="28"/>
        </w:rPr>
        <w:t xml:space="preserve">1 мероприятие. Проверка законности и результативности использования бюджетных средств, выделенных в 2022 году и текущем период 2023 года на организацию бесплатного горячего питания детей в 1-4-х классах, получающих начальное образование в общеобразовательных учреждениях Грибановского муниципального района Воронежской области.  </w:t>
      </w:r>
    </w:p>
    <w:p w14:paraId="738D1555" w14:textId="77777777" w:rsidR="00EE5138" w:rsidRPr="00EE5138" w:rsidRDefault="00EE5138" w:rsidP="00EE5138">
      <w:pPr>
        <w:pStyle w:val="a5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EE5138">
        <w:rPr>
          <w:rFonts w:ascii="Times New Roman" w:hAnsi="Times New Roman"/>
          <w:sz w:val="28"/>
          <w:szCs w:val="28"/>
        </w:rPr>
        <w:t xml:space="preserve">Объем бюджетных ассигнований на организацию бесплатного горячего питания, обучающихся 1-4 классов в 2022 году составил: субсидии из областного бюджета – 12 948,7 </w:t>
      </w:r>
      <w:bookmarkStart w:id="1" w:name="_Hlk163045954"/>
      <w:r w:rsidRPr="00EE5138">
        <w:rPr>
          <w:rFonts w:ascii="Times New Roman" w:hAnsi="Times New Roman"/>
          <w:sz w:val="28"/>
          <w:szCs w:val="28"/>
        </w:rPr>
        <w:t>тыс. рублей</w:t>
      </w:r>
      <w:bookmarkEnd w:id="1"/>
      <w:r w:rsidRPr="00EE5138">
        <w:rPr>
          <w:rFonts w:ascii="Times New Roman" w:hAnsi="Times New Roman"/>
          <w:sz w:val="28"/>
          <w:szCs w:val="28"/>
        </w:rPr>
        <w:t>, районный бюджет – 18,3 тыс. рублей; в 2023 году – 10 764,0 тыс. рублей, районный бюджет – 15,2 тыс. рублей.</w:t>
      </w:r>
    </w:p>
    <w:p w14:paraId="067865F4" w14:textId="77777777" w:rsidR="00EE5138" w:rsidRPr="00EE5138" w:rsidRDefault="00EE5138" w:rsidP="00EE5138">
      <w:pPr>
        <w:pStyle w:val="a5"/>
        <w:spacing w:before="0" w:after="0" w:line="276" w:lineRule="auto"/>
        <w:jc w:val="both"/>
        <w:rPr>
          <w:rFonts w:ascii="Times New Roman" w:eastAsia="+mn-ea" w:hAnsi="Times New Roman"/>
          <w:kern w:val="24"/>
          <w:sz w:val="28"/>
          <w:szCs w:val="28"/>
        </w:rPr>
      </w:pPr>
      <w:r w:rsidRPr="00EE5138">
        <w:rPr>
          <w:rFonts w:ascii="Times New Roman" w:eastAsia="+mn-ea" w:hAnsi="Times New Roman"/>
          <w:kern w:val="24"/>
          <w:sz w:val="28"/>
          <w:szCs w:val="28"/>
        </w:rPr>
        <w:t>Стоимость однократного горячего питания обучающихся 1-4 классов в 2021-2022 учебном году составляла 68,50 рублей, в 2022-2023 учебном году – 71,50 рублей.</w:t>
      </w:r>
    </w:p>
    <w:p w14:paraId="53EBEFB8" w14:textId="77777777" w:rsidR="00EE5138" w:rsidRPr="00EE5138" w:rsidRDefault="00EE5138" w:rsidP="00EE5138">
      <w:pPr>
        <w:pStyle w:val="a5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EE5138">
        <w:rPr>
          <w:rFonts w:ascii="Times New Roman" w:eastAsia="+mn-ea" w:hAnsi="Times New Roman"/>
          <w:kern w:val="24"/>
          <w:sz w:val="28"/>
          <w:szCs w:val="28"/>
        </w:rPr>
        <w:t xml:space="preserve">Результативность использования бюджетных средств на организацию </w:t>
      </w:r>
      <w:r w:rsidRPr="00EE5138">
        <w:rPr>
          <w:rFonts w:ascii="Times New Roman" w:hAnsi="Times New Roman"/>
          <w:sz w:val="28"/>
          <w:szCs w:val="28"/>
        </w:rPr>
        <w:t>бесплатного горячего питания, обучающихся 1-4 классов объектов контроля:</w:t>
      </w:r>
    </w:p>
    <w:p w14:paraId="1D585AE2" w14:textId="77777777" w:rsidR="00EE5138" w:rsidRPr="00EE5138" w:rsidRDefault="00EE5138" w:rsidP="00EE5138">
      <w:pPr>
        <w:pStyle w:val="a5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EE5138">
        <w:rPr>
          <w:rFonts w:ascii="Times New Roman" w:eastAsia="Calibri" w:hAnsi="Times New Roman"/>
          <w:color w:val="000000"/>
          <w:kern w:val="24"/>
          <w:sz w:val="28"/>
          <w:szCs w:val="28"/>
        </w:rPr>
        <w:t xml:space="preserve">МБОУ «Грибановский центр образования имени </w:t>
      </w:r>
      <w:proofErr w:type="spellStart"/>
      <w:r w:rsidRPr="00EE5138">
        <w:rPr>
          <w:rFonts w:ascii="Times New Roman" w:eastAsia="Calibri" w:hAnsi="Times New Roman"/>
          <w:color w:val="000000"/>
          <w:kern w:val="24"/>
          <w:sz w:val="28"/>
          <w:szCs w:val="28"/>
        </w:rPr>
        <w:t>Г.Н.Троепольского</w:t>
      </w:r>
      <w:proofErr w:type="spellEnd"/>
      <w:r w:rsidRPr="00EE5138">
        <w:rPr>
          <w:rFonts w:ascii="Times New Roman" w:eastAsia="Calibri" w:hAnsi="Times New Roman"/>
          <w:color w:val="000000"/>
          <w:kern w:val="24"/>
          <w:sz w:val="28"/>
          <w:szCs w:val="28"/>
        </w:rPr>
        <w:t xml:space="preserve">» -76,5 % при </w:t>
      </w:r>
      <w:r w:rsidRPr="00EE5138">
        <w:rPr>
          <w:rFonts w:ascii="Times New Roman" w:eastAsia="Calibri" w:hAnsi="Times New Roman"/>
          <w:kern w:val="24"/>
          <w:sz w:val="28"/>
          <w:szCs w:val="28"/>
        </w:rPr>
        <w:t>уровне фактической посещаемости детей</w:t>
      </w:r>
      <w:r w:rsidRPr="00EE5138">
        <w:rPr>
          <w:rFonts w:ascii="Times New Roman" w:eastAsia="Calibri" w:hAnsi="Times New Roman"/>
          <w:b/>
          <w:bCs/>
          <w:i/>
          <w:iCs/>
          <w:color w:val="2A5010"/>
          <w:kern w:val="24"/>
          <w:sz w:val="28"/>
          <w:szCs w:val="28"/>
        </w:rPr>
        <w:t xml:space="preserve"> -</w:t>
      </w:r>
      <w:r w:rsidRPr="00EE5138">
        <w:rPr>
          <w:rFonts w:ascii="Times New Roman" w:eastAsia="Calibri" w:hAnsi="Times New Roman"/>
          <w:color w:val="000000"/>
          <w:kern w:val="24"/>
          <w:sz w:val="28"/>
          <w:szCs w:val="28"/>
        </w:rPr>
        <w:t xml:space="preserve">74,6 %; </w:t>
      </w:r>
    </w:p>
    <w:p w14:paraId="61A35F4D" w14:textId="77777777" w:rsidR="00EE5138" w:rsidRPr="00EE5138" w:rsidRDefault="00EE5138" w:rsidP="00EE5138">
      <w:pPr>
        <w:pStyle w:val="a5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EE5138">
        <w:rPr>
          <w:rFonts w:ascii="Times New Roman" w:eastAsia="Calibri" w:hAnsi="Times New Roman"/>
          <w:color w:val="000000"/>
          <w:kern w:val="24"/>
          <w:sz w:val="28"/>
          <w:szCs w:val="28"/>
        </w:rPr>
        <w:t xml:space="preserve">• МКОУ «Грибановская СОШ №3» - 81,9 %при </w:t>
      </w:r>
      <w:r w:rsidRPr="00EE5138">
        <w:rPr>
          <w:rFonts w:ascii="Times New Roman" w:eastAsia="Calibri" w:hAnsi="Times New Roman"/>
          <w:kern w:val="24"/>
          <w:sz w:val="28"/>
          <w:szCs w:val="28"/>
        </w:rPr>
        <w:t>уровне фактической посещаемости детей</w:t>
      </w:r>
      <w:r w:rsidRPr="00EE5138">
        <w:rPr>
          <w:rFonts w:ascii="Times New Roman" w:eastAsia="Calibri" w:hAnsi="Times New Roman"/>
          <w:color w:val="000000"/>
          <w:kern w:val="24"/>
          <w:sz w:val="28"/>
          <w:szCs w:val="28"/>
        </w:rPr>
        <w:t>- 84,4%;</w:t>
      </w:r>
    </w:p>
    <w:p w14:paraId="538BE696" w14:textId="77777777" w:rsidR="00EE5138" w:rsidRPr="00EE5138" w:rsidRDefault="00EE5138" w:rsidP="00EE5138">
      <w:pPr>
        <w:pStyle w:val="a5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EE5138">
        <w:rPr>
          <w:rFonts w:ascii="Times New Roman" w:eastAsia="Calibri" w:hAnsi="Times New Roman"/>
          <w:color w:val="000000"/>
          <w:kern w:val="24"/>
          <w:sz w:val="28"/>
          <w:szCs w:val="28"/>
        </w:rPr>
        <w:t xml:space="preserve">• МКОУ «Нижнекарачанская СОШ» - 94,0 % при </w:t>
      </w:r>
      <w:r w:rsidRPr="00EE5138">
        <w:rPr>
          <w:rFonts w:ascii="Times New Roman" w:eastAsia="Calibri" w:hAnsi="Times New Roman"/>
          <w:kern w:val="24"/>
          <w:sz w:val="28"/>
          <w:szCs w:val="28"/>
        </w:rPr>
        <w:t>уровне фактической посещаемости детей</w:t>
      </w:r>
      <w:r w:rsidRPr="00EE5138">
        <w:rPr>
          <w:rFonts w:ascii="Times New Roman" w:eastAsia="Calibri" w:hAnsi="Times New Roman"/>
          <w:color w:val="000000"/>
          <w:kern w:val="24"/>
          <w:sz w:val="28"/>
          <w:szCs w:val="28"/>
        </w:rPr>
        <w:t xml:space="preserve"> - 94,5%;</w:t>
      </w:r>
    </w:p>
    <w:p w14:paraId="3919EBA0" w14:textId="77777777" w:rsidR="00EE5138" w:rsidRPr="00EE5138" w:rsidRDefault="00EE5138" w:rsidP="00EE5138">
      <w:pPr>
        <w:pStyle w:val="a5"/>
        <w:spacing w:before="0" w:after="0" w:line="276" w:lineRule="auto"/>
        <w:jc w:val="both"/>
        <w:rPr>
          <w:rFonts w:ascii="Times New Roman" w:eastAsia="Calibri" w:hAnsi="Times New Roman"/>
          <w:color w:val="000000"/>
          <w:kern w:val="24"/>
          <w:sz w:val="28"/>
          <w:szCs w:val="28"/>
        </w:rPr>
      </w:pPr>
      <w:r w:rsidRPr="00EE5138">
        <w:rPr>
          <w:rFonts w:ascii="Times New Roman" w:eastAsia="Calibri" w:hAnsi="Times New Roman"/>
          <w:color w:val="000000"/>
          <w:kern w:val="24"/>
          <w:sz w:val="28"/>
          <w:szCs w:val="28"/>
        </w:rPr>
        <w:t>• МКОУ «</w:t>
      </w:r>
      <w:proofErr w:type="spellStart"/>
      <w:r w:rsidRPr="00EE5138">
        <w:rPr>
          <w:rFonts w:ascii="Times New Roman" w:eastAsia="Calibri" w:hAnsi="Times New Roman"/>
          <w:color w:val="000000"/>
          <w:kern w:val="24"/>
          <w:sz w:val="28"/>
          <w:szCs w:val="28"/>
        </w:rPr>
        <w:t>Верхнекарачаская</w:t>
      </w:r>
      <w:proofErr w:type="spellEnd"/>
      <w:r w:rsidRPr="00EE5138">
        <w:rPr>
          <w:rFonts w:ascii="Times New Roman" w:eastAsia="Calibri" w:hAnsi="Times New Roman"/>
          <w:color w:val="000000"/>
          <w:kern w:val="24"/>
          <w:sz w:val="28"/>
          <w:szCs w:val="28"/>
        </w:rPr>
        <w:t xml:space="preserve"> СОШ» - - 92,9 % при </w:t>
      </w:r>
      <w:r w:rsidRPr="00EE5138">
        <w:rPr>
          <w:rFonts w:ascii="Times New Roman" w:eastAsia="Calibri" w:hAnsi="Times New Roman"/>
          <w:kern w:val="24"/>
          <w:sz w:val="28"/>
          <w:szCs w:val="28"/>
        </w:rPr>
        <w:t>уровне фактической посещаемости детей</w:t>
      </w:r>
      <w:r w:rsidRPr="00EE5138">
        <w:rPr>
          <w:rFonts w:ascii="Times New Roman" w:eastAsia="Calibri" w:hAnsi="Times New Roman"/>
          <w:color w:val="000000"/>
          <w:kern w:val="24"/>
          <w:sz w:val="28"/>
          <w:szCs w:val="28"/>
        </w:rPr>
        <w:t>92,8%.</w:t>
      </w:r>
    </w:p>
    <w:p w14:paraId="32711884" w14:textId="77777777" w:rsidR="00EE5138" w:rsidRPr="00EE5138" w:rsidRDefault="00EE5138" w:rsidP="00EE5138">
      <w:pPr>
        <w:pStyle w:val="a5"/>
        <w:spacing w:before="0" w:after="0" w:line="276" w:lineRule="auto"/>
        <w:jc w:val="both"/>
        <w:rPr>
          <w:rFonts w:ascii="Times New Roman" w:eastAsia="Calibri" w:hAnsi="Times New Roman"/>
          <w:color w:val="000000"/>
          <w:kern w:val="24"/>
          <w:sz w:val="28"/>
          <w:szCs w:val="28"/>
        </w:rPr>
      </w:pPr>
      <w:r w:rsidRPr="00EE5138">
        <w:rPr>
          <w:rFonts w:ascii="Times New Roman" w:eastAsia="Calibri" w:hAnsi="Times New Roman"/>
          <w:color w:val="000000"/>
          <w:kern w:val="24"/>
          <w:sz w:val="28"/>
          <w:szCs w:val="28"/>
        </w:rPr>
        <w:t>Проверкой в</w:t>
      </w:r>
      <w:r w:rsidRPr="00EE5138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ыявлено 59 нарушений/недостатков в </w:t>
      </w:r>
      <w:r w:rsidRPr="00EE5138">
        <w:rPr>
          <w:rFonts w:ascii="Times New Roman" w:hAnsi="Times New Roman"/>
          <w:color w:val="000000"/>
          <w:kern w:val="24"/>
          <w:sz w:val="28"/>
          <w:szCs w:val="28"/>
        </w:rPr>
        <w:t xml:space="preserve">нормативно - правовой базе по питанию школьников, в организации здорового питания, ведении бухгалтерского учета, </w:t>
      </w:r>
      <w:r w:rsidRPr="00EE5138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нарушения законодательства </w:t>
      </w:r>
      <w:r w:rsidRPr="00EE5138">
        <w:rPr>
          <w:rFonts w:ascii="Times New Roman" w:eastAsia="Calibri" w:hAnsi="Times New Roman"/>
          <w:color w:val="000000"/>
          <w:kern w:val="24"/>
          <w:sz w:val="28"/>
          <w:szCs w:val="28"/>
        </w:rPr>
        <w:t>в сфере закупок товаров, работ, услуг.</w:t>
      </w:r>
    </w:p>
    <w:p w14:paraId="37C64D0E" w14:textId="77777777" w:rsidR="00EE5138" w:rsidRPr="00EE5138" w:rsidRDefault="00EE5138" w:rsidP="00EE5138">
      <w:pPr>
        <w:pStyle w:val="a5"/>
        <w:spacing w:before="0" w:after="0" w:line="276" w:lineRule="auto"/>
        <w:jc w:val="both"/>
        <w:rPr>
          <w:rFonts w:ascii="Times New Roman" w:eastAsia="+mn-ea" w:hAnsi="Times New Roman"/>
          <w:color w:val="000000"/>
          <w:kern w:val="24"/>
          <w:sz w:val="28"/>
          <w:szCs w:val="28"/>
        </w:rPr>
      </w:pPr>
      <w:r w:rsidRPr="00EE5138">
        <w:rPr>
          <w:rFonts w:ascii="Times New Roman" w:eastAsia="+mn-ea" w:hAnsi="Times New Roman"/>
          <w:color w:val="000000"/>
          <w:kern w:val="24"/>
          <w:sz w:val="28"/>
          <w:szCs w:val="28"/>
        </w:rPr>
        <w:lastRenderedPageBreak/>
        <w:t>По результатам проверки объектам контроля направлены представления.</w:t>
      </w:r>
    </w:p>
    <w:p w14:paraId="4D86E867" w14:textId="77777777" w:rsidR="00EE5138" w:rsidRPr="00EE5138" w:rsidRDefault="00EE5138" w:rsidP="00EE5138">
      <w:pPr>
        <w:pStyle w:val="a5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EE5138">
        <w:rPr>
          <w:rFonts w:ascii="Times New Roman" w:eastAsia="+mn-ea" w:hAnsi="Times New Roman"/>
          <w:color w:val="000000"/>
          <w:kern w:val="24"/>
          <w:sz w:val="28"/>
          <w:szCs w:val="28"/>
        </w:rPr>
        <w:t>Учредителю направлена информация о нарушениях и рекомендации по усилению ведомственного контроля в сфере организации питания школьников.</w:t>
      </w:r>
    </w:p>
    <w:p w14:paraId="4B8E9AD9" w14:textId="77777777" w:rsidR="00EE5138" w:rsidRPr="00EE5138" w:rsidRDefault="00EE5138" w:rsidP="00EE5138">
      <w:pPr>
        <w:pStyle w:val="a5"/>
        <w:spacing w:before="0" w:after="0" w:line="276" w:lineRule="auto"/>
        <w:jc w:val="both"/>
        <w:rPr>
          <w:rFonts w:ascii="Times New Roman" w:eastAsia="+mn-ea" w:hAnsi="Times New Roman"/>
          <w:color w:val="000000"/>
          <w:kern w:val="24"/>
          <w:sz w:val="28"/>
          <w:szCs w:val="28"/>
        </w:rPr>
      </w:pPr>
      <w:r w:rsidRPr="00EE5138">
        <w:rPr>
          <w:rFonts w:ascii="Times New Roman" w:eastAsia="+mn-ea" w:hAnsi="Times New Roman"/>
          <w:color w:val="000000"/>
          <w:kern w:val="24"/>
          <w:sz w:val="28"/>
          <w:szCs w:val="28"/>
        </w:rPr>
        <w:t>Объектами контроля приведена в соответствии с действующим законодательством нормативно-правовая база, устранены нарушения в организации питания школьников и законодательства РФ о контрактной системе.</w:t>
      </w:r>
    </w:p>
    <w:p w14:paraId="38D75218" w14:textId="77777777" w:rsidR="00EE5138" w:rsidRPr="00EE5138" w:rsidRDefault="00EE5138" w:rsidP="00EE5138">
      <w:pPr>
        <w:pStyle w:val="a5"/>
        <w:spacing w:before="0" w:after="0" w:line="276" w:lineRule="auto"/>
        <w:jc w:val="both"/>
        <w:rPr>
          <w:rFonts w:ascii="Times New Roman" w:eastAsia="+mn-ea" w:hAnsi="Times New Roman"/>
          <w:i/>
          <w:iCs/>
          <w:color w:val="000000"/>
          <w:kern w:val="24"/>
          <w:sz w:val="28"/>
          <w:szCs w:val="28"/>
        </w:rPr>
      </w:pPr>
      <w:r w:rsidRPr="00EE5138">
        <w:rPr>
          <w:rFonts w:ascii="Times New Roman" w:eastAsia="+mn-ea" w:hAnsi="Times New Roman"/>
          <w:i/>
          <w:iCs/>
          <w:color w:val="000000"/>
          <w:kern w:val="24"/>
          <w:sz w:val="28"/>
          <w:szCs w:val="28"/>
        </w:rPr>
        <w:t>2 мероприятие. Проверка законности и эффективности использования бюджетных средств органами местного самоуправления Грибановского муниципального района Воронежской области в 2021 – 2022 годах.</w:t>
      </w:r>
    </w:p>
    <w:p w14:paraId="377545B3" w14:textId="77777777" w:rsidR="00EE5138" w:rsidRPr="00EE5138" w:rsidRDefault="00EE5138" w:rsidP="00EE5138">
      <w:pPr>
        <w:pStyle w:val="a5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EE5138">
        <w:rPr>
          <w:rFonts w:ascii="Times New Roman" w:hAnsi="Times New Roman"/>
          <w:sz w:val="28"/>
          <w:szCs w:val="28"/>
        </w:rPr>
        <w:t>Объектами контроля являлись: администрация Грибановского района, отдел по финансам администрации Грибановского района, отдел управления муниципальным имуществом администрации Грибановского района.</w:t>
      </w:r>
    </w:p>
    <w:p w14:paraId="28FFBBD8" w14:textId="77777777" w:rsidR="00EE5138" w:rsidRPr="00EE5138" w:rsidRDefault="00EE5138" w:rsidP="00EE5138">
      <w:pPr>
        <w:spacing w:line="276" w:lineRule="auto"/>
        <w:contextualSpacing/>
        <w:rPr>
          <w:rFonts w:ascii="Times New Roman" w:hAnsi="Times New Roman"/>
          <w:bCs/>
          <w:sz w:val="28"/>
          <w:szCs w:val="28"/>
        </w:rPr>
      </w:pPr>
      <w:r w:rsidRPr="00EE5138">
        <w:rPr>
          <w:rFonts w:ascii="Times New Roman" w:hAnsi="Times New Roman"/>
          <w:bCs/>
          <w:sz w:val="28"/>
          <w:szCs w:val="28"/>
        </w:rPr>
        <w:t>В данном контрольном мероприятии были рассмотрены следующие вопросы:</w:t>
      </w:r>
    </w:p>
    <w:p w14:paraId="75D622CF" w14:textId="77777777" w:rsidR="00EE5138" w:rsidRPr="00EE5138" w:rsidRDefault="00EE5138" w:rsidP="00EE5138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/>
          <w:sz w:val="28"/>
          <w:szCs w:val="28"/>
          <w:lang w:eastAsia="en-US"/>
        </w:rPr>
      </w:pPr>
      <w:bookmarkStart w:id="2" w:name="_Hlk141702951"/>
      <w:r w:rsidRPr="00EE5138">
        <w:rPr>
          <w:rFonts w:ascii="Times New Roman" w:eastAsia="Calibri" w:hAnsi="Times New Roman"/>
          <w:sz w:val="28"/>
          <w:szCs w:val="28"/>
          <w:lang w:eastAsia="en-US"/>
        </w:rPr>
        <w:t>1. Реализация Стратегии социально-экономического развития Грибановского муниципального района.</w:t>
      </w:r>
    </w:p>
    <w:p w14:paraId="33025B22" w14:textId="77777777" w:rsidR="00EE5138" w:rsidRPr="00EE5138" w:rsidRDefault="00EE5138" w:rsidP="00EE5138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/>
          <w:sz w:val="28"/>
          <w:szCs w:val="28"/>
          <w:lang w:eastAsia="en-US"/>
        </w:rPr>
      </w:pPr>
      <w:bookmarkStart w:id="3" w:name="_Hlk138075078"/>
      <w:r w:rsidRPr="00EE5138">
        <w:rPr>
          <w:rFonts w:ascii="Times New Roman" w:eastAsia="Calibri" w:hAnsi="Times New Roman"/>
          <w:sz w:val="28"/>
          <w:szCs w:val="28"/>
          <w:lang w:eastAsia="en-US"/>
        </w:rPr>
        <w:t xml:space="preserve">2. </w:t>
      </w:r>
      <w:bookmarkEnd w:id="3"/>
      <w:r w:rsidRPr="00EE5138">
        <w:rPr>
          <w:rFonts w:ascii="Times New Roman" w:eastAsia="Calibri" w:hAnsi="Times New Roman"/>
          <w:sz w:val="28"/>
          <w:szCs w:val="28"/>
          <w:lang w:eastAsia="en-US"/>
        </w:rPr>
        <w:t>Проверка организации бюджетного процесса в муниципальном районе, его соответствия действующему законодательству.</w:t>
      </w:r>
    </w:p>
    <w:p w14:paraId="7C6EEB9C" w14:textId="77777777" w:rsidR="00EE5138" w:rsidRPr="00EE5138" w:rsidRDefault="00EE5138" w:rsidP="00EE5138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/>
          <w:sz w:val="28"/>
          <w:szCs w:val="28"/>
          <w:lang w:eastAsia="en-US"/>
        </w:rPr>
      </w:pPr>
      <w:bookmarkStart w:id="4" w:name="_Hlk138943245"/>
      <w:r w:rsidRPr="00EE5138">
        <w:rPr>
          <w:rFonts w:ascii="Times New Roman" w:eastAsia="Calibri" w:hAnsi="Times New Roman"/>
          <w:sz w:val="28"/>
          <w:szCs w:val="28"/>
          <w:lang w:eastAsia="en-US"/>
        </w:rPr>
        <w:t>3. Проверка эффективного и целевого использования бюджетных средств, выделенных из местного бюджета на содержание и деятельность органов местного самоуправления. Анализ численности и оплаты труда работников органов местного самоуправления, организации предоставления муниципальных услуг.</w:t>
      </w:r>
      <w:bookmarkEnd w:id="4"/>
    </w:p>
    <w:p w14:paraId="4651ABB8" w14:textId="1DC382CB" w:rsidR="00EE5138" w:rsidRPr="00EE5138" w:rsidRDefault="00EE5138" w:rsidP="00EE5138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EE5138">
        <w:rPr>
          <w:rFonts w:ascii="Times New Roman" w:eastAsia="Calibri" w:hAnsi="Times New Roman"/>
          <w:sz w:val="28"/>
          <w:szCs w:val="28"/>
          <w:lang w:eastAsia="en-US"/>
        </w:rPr>
        <w:t>4. Проверка соблюдения требований действующего законодательства о контрактной системе</w:t>
      </w:r>
      <w:r w:rsidR="007F3987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E5138">
        <w:rPr>
          <w:rFonts w:ascii="Times New Roman" w:eastAsia="Calibri" w:hAnsi="Times New Roman"/>
          <w:sz w:val="28"/>
          <w:szCs w:val="28"/>
          <w:lang w:eastAsia="en-US"/>
        </w:rPr>
        <w:t>в сфере закупок при заключении и исполнении контрактов объектами контрольного мероприятия.</w:t>
      </w:r>
    </w:p>
    <w:p w14:paraId="463588FC" w14:textId="77777777" w:rsidR="00EE5138" w:rsidRPr="00EE5138" w:rsidRDefault="00EE5138" w:rsidP="00EE5138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EE5138">
        <w:rPr>
          <w:rFonts w:ascii="Times New Roman" w:eastAsia="Calibri" w:hAnsi="Times New Roman"/>
          <w:sz w:val="28"/>
          <w:szCs w:val="28"/>
          <w:lang w:eastAsia="en-US"/>
        </w:rPr>
        <w:t>5. Осуществление органами местного самоуправления внутреннего финансового аудита.</w:t>
      </w:r>
    </w:p>
    <w:p w14:paraId="0ED50EE8" w14:textId="77777777" w:rsidR="00EE5138" w:rsidRPr="00EE5138" w:rsidRDefault="00EE5138" w:rsidP="00EE5138">
      <w:pPr>
        <w:pStyle w:val="a5"/>
        <w:spacing w:before="0" w:after="0" w:line="276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E5138">
        <w:rPr>
          <w:rFonts w:ascii="Times New Roman" w:eastAsia="Calibri" w:hAnsi="Times New Roman"/>
          <w:sz w:val="28"/>
          <w:szCs w:val="28"/>
          <w:lang w:eastAsia="en-US"/>
        </w:rPr>
        <w:t>6. Проверка эффективности управления муниципальной собственностью и земельными ресурсами на территории муниципального района.</w:t>
      </w:r>
      <w:bookmarkEnd w:id="2"/>
    </w:p>
    <w:p w14:paraId="1EA98837" w14:textId="15B1DBEA" w:rsidR="00EE5138" w:rsidRPr="00EE5138" w:rsidRDefault="00EE5138" w:rsidP="00EE5138">
      <w:pPr>
        <w:pStyle w:val="a5"/>
        <w:spacing w:before="0" w:after="0" w:line="276" w:lineRule="auto"/>
        <w:jc w:val="both"/>
        <w:rPr>
          <w:rFonts w:ascii="Times New Roman" w:eastAsia="Calibri" w:hAnsi="Times New Roman"/>
          <w:color w:val="000000"/>
          <w:kern w:val="24"/>
          <w:sz w:val="28"/>
          <w:szCs w:val="28"/>
        </w:rPr>
      </w:pPr>
      <w:r w:rsidRPr="00EE5138">
        <w:rPr>
          <w:rFonts w:ascii="Times New Roman" w:eastAsia="Calibri" w:hAnsi="Times New Roman"/>
          <w:color w:val="000000"/>
          <w:kern w:val="24"/>
          <w:sz w:val="28"/>
          <w:szCs w:val="28"/>
        </w:rPr>
        <w:t>В</w:t>
      </w:r>
      <w:r w:rsidRPr="00EE5138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ыявлено всего 21 нарушение – это в части </w:t>
      </w:r>
      <w:r w:rsidRPr="00EE5138">
        <w:rPr>
          <w:rFonts w:ascii="Times New Roman" w:eastAsia="Calibri" w:hAnsi="Times New Roman"/>
          <w:color w:val="000000"/>
          <w:kern w:val="24"/>
          <w:sz w:val="28"/>
          <w:szCs w:val="28"/>
        </w:rPr>
        <w:t>осуществления мониторинга и контроля реализации документов стратегического планирования;</w:t>
      </w:r>
      <w:r w:rsidR="007F3987">
        <w:rPr>
          <w:rFonts w:ascii="Times New Roman" w:eastAsia="Calibri" w:hAnsi="Times New Roman"/>
          <w:color w:val="000000"/>
          <w:kern w:val="24"/>
          <w:sz w:val="28"/>
          <w:szCs w:val="28"/>
        </w:rPr>
        <w:t xml:space="preserve"> </w:t>
      </w:r>
      <w:r w:rsidRPr="00EE5138">
        <w:rPr>
          <w:rFonts w:ascii="Times New Roman" w:eastAsia="Calibri" w:hAnsi="Times New Roman"/>
          <w:color w:val="000000"/>
          <w:kern w:val="24"/>
          <w:sz w:val="28"/>
          <w:szCs w:val="28"/>
        </w:rPr>
        <w:t>разработка прогноза социально-экономического развития района;</w:t>
      </w:r>
      <w:r w:rsidR="007F3987">
        <w:rPr>
          <w:rFonts w:ascii="Times New Roman" w:eastAsia="Calibri" w:hAnsi="Times New Roman"/>
          <w:color w:val="000000"/>
          <w:kern w:val="24"/>
          <w:sz w:val="28"/>
          <w:szCs w:val="28"/>
        </w:rPr>
        <w:t xml:space="preserve"> </w:t>
      </w:r>
      <w:r w:rsidRPr="00EE5138">
        <w:rPr>
          <w:rFonts w:ascii="Times New Roman" w:eastAsia="Calibri" w:hAnsi="Times New Roman"/>
          <w:color w:val="000000"/>
          <w:kern w:val="24"/>
          <w:sz w:val="28"/>
          <w:szCs w:val="28"/>
        </w:rPr>
        <w:t xml:space="preserve">формирования, исполнения и контроля за исполнением бюджета; </w:t>
      </w:r>
      <w:r w:rsidRPr="00EE5138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законодательства </w:t>
      </w:r>
      <w:r w:rsidRPr="00EE5138">
        <w:rPr>
          <w:rFonts w:ascii="Times New Roman" w:eastAsia="Calibri" w:hAnsi="Times New Roman"/>
          <w:color w:val="000000"/>
          <w:kern w:val="24"/>
          <w:sz w:val="28"/>
          <w:szCs w:val="28"/>
        </w:rPr>
        <w:t xml:space="preserve">в сфере закупок товаров, работ, услуг; </w:t>
      </w:r>
      <w:r w:rsidRPr="00EE5138">
        <w:rPr>
          <w:rFonts w:ascii="Times New Roman" w:hAnsi="Times New Roman"/>
          <w:color w:val="000000"/>
          <w:kern w:val="24"/>
          <w:sz w:val="28"/>
          <w:szCs w:val="28"/>
        </w:rPr>
        <w:t xml:space="preserve">в части осуществления </w:t>
      </w:r>
      <w:r w:rsidRPr="00EE5138">
        <w:rPr>
          <w:rFonts w:ascii="Times New Roman" w:eastAsia="Calibri" w:hAnsi="Times New Roman"/>
          <w:color w:val="000000"/>
          <w:kern w:val="24"/>
          <w:sz w:val="28"/>
          <w:szCs w:val="28"/>
        </w:rPr>
        <w:t xml:space="preserve">внутреннего финансового аудита и </w:t>
      </w:r>
      <w:r w:rsidRPr="00EE5138">
        <w:rPr>
          <w:rFonts w:ascii="Times New Roman" w:eastAsia="Calibri" w:hAnsi="Times New Roman"/>
          <w:sz w:val="28"/>
          <w:szCs w:val="28"/>
          <w:lang w:eastAsia="en-US"/>
        </w:rPr>
        <w:t>управления муниципальной собственностью.</w:t>
      </w:r>
    </w:p>
    <w:p w14:paraId="68DB66B7" w14:textId="77777777" w:rsidR="00EE5138" w:rsidRPr="00EE5138" w:rsidRDefault="00EE5138" w:rsidP="00EE5138">
      <w:pPr>
        <w:pStyle w:val="a5"/>
        <w:spacing w:before="0" w:after="0" w:line="276" w:lineRule="auto"/>
        <w:jc w:val="both"/>
        <w:rPr>
          <w:rFonts w:ascii="Times New Roman" w:eastAsia="Calibri" w:hAnsi="Times New Roman"/>
          <w:color w:val="000000"/>
          <w:kern w:val="24"/>
          <w:sz w:val="28"/>
          <w:szCs w:val="28"/>
        </w:rPr>
      </w:pPr>
      <w:r w:rsidRPr="00EE5138">
        <w:rPr>
          <w:rFonts w:ascii="Times New Roman" w:eastAsia="+mn-ea" w:hAnsi="Times New Roman"/>
          <w:color w:val="000000"/>
          <w:kern w:val="24"/>
          <w:sz w:val="28"/>
          <w:szCs w:val="28"/>
        </w:rPr>
        <w:t>По результатам проверки объектам контроля направлены представления.</w:t>
      </w:r>
    </w:p>
    <w:p w14:paraId="44007849" w14:textId="77777777" w:rsidR="00EE5138" w:rsidRPr="00EE5138" w:rsidRDefault="00EE5138" w:rsidP="00EE5138">
      <w:pPr>
        <w:pStyle w:val="a5"/>
        <w:spacing w:before="0" w:after="0" w:line="276" w:lineRule="auto"/>
        <w:jc w:val="both"/>
        <w:rPr>
          <w:rFonts w:ascii="Times New Roman" w:eastAsia="+mn-ea" w:hAnsi="Times New Roman"/>
          <w:color w:val="000000"/>
          <w:kern w:val="24"/>
          <w:sz w:val="28"/>
          <w:szCs w:val="28"/>
        </w:rPr>
      </w:pPr>
      <w:r w:rsidRPr="00EE5138">
        <w:rPr>
          <w:rFonts w:ascii="Times New Roman" w:eastAsia="+mn-ea" w:hAnsi="Times New Roman"/>
          <w:color w:val="000000"/>
          <w:kern w:val="24"/>
          <w:sz w:val="28"/>
          <w:szCs w:val="28"/>
        </w:rPr>
        <w:t>Объектами контроля приведена в соответствии с действующим законодательством нормативно-правовая база, устранены нарушения законодательства РФ.</w:t>
      </w:r>
    </w:p>
    <w:p w14:paraId="61136162" w14:textId="77777777" w:rsidR="00EE5138" w:rsidRPr="00EE5138" w:rsidRDefault="00EE5138" w:rsidP="00EE5138">
      <w:pPr>
        <w:pStyle w:val="a5"/>
        <w:spacing w:before="0" w:after="0" w:line="276" w:lineRule="auto"/>
        <w:jc w:val="both"/>
        <w:rPr>
          <w:rFonts w:ascii="Times New Roman" w:hAnsi="Times New Roman"/>
          <w:i/>
          <w:iCs/>
          <w:sz w:val="28"/>
          <w:szCs w:val="28"/>
        </w:rPr>
      </w:pPr>
      <w:r w:rsidRPr="00EE5138">
        <w:rPr>
          <w:rFonts w:ascii="Times New Roman" w:eastAsia="+mn-ea" w:hAnsi="Times New Roman"/>
          <w:i/>
          <w:iCs/>
          <w:color w:val="000000"/>
          <w:kern w:val="24"/>
          <w:sz w:val="28"/>
          <w:szCs w:val="28"/>
        </w:rPr>
        <w:lastRenderedPageBreak/>
        <w:t xml:space="preserve">3 мероприятие. </w:t>
      </w:r>
      <w:bookmarkStart w:id="5" w:name="_Hlk147826796"/>
      <w:r w:rsidRPr="00EE5138">
        <w:rPr>
          <w:rFonts w:ascii="Times New Roman" w:hAnsi="Times New Roman"/>
          <w:i/>
          <w:iCs/>
          <w:sz w:val="28"/>
          <w:szCs w:val="28"/>
        </w:rPr>
        <w:t xml:space="preserve">Проверка </w:t>
      </w:r>
      <w:bookmarkStart w:id="6" w:name="_Hlk147911833"/>
      <w:r w:rsidRPr="00EE5138">
        <w:rPr>
          <w:rFonts w:ascii="Times New Roman" w:hAnsi="Times New Roman"/>
          <w:i/>
          <w:iCs/>
          <w:sz w:val="28"/>
          <w:szCs w:val="28"/>
        </w:rPr>
        <w:t>законности и результативности расходования бюджетных средств, выделенных МБОУ «Грибановский центр образования имени Г.Н. Троепольского» в 2021-2022 годах и текущем периоде 2023 года.</w:t>
      </w:r>
      <w:bookmarkEnd w:id="5"/>
      <w:bookmarkEnd w:id="6"/>
    </w:p>
    <w:p w14:paraId="3F8BD6C6" w14:textId="77777777" w:rsidR="00EE5138" w:rsidRPr="00EE5138" w:rsidRDefault="00EE5138" w:rsidP="00EE5138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EE5138">
        <w:rPr>
          <w:rFonts w:ascii="Times New Roman" w:hAnsi="Times New Roman"/>
          <w:sz w:val="28"/>
          <w:szCs w:val="28"/>
        </w:rPr>
        <w:t xml:space="preserve">Учреждение оказывает </w:t>
      </w:r>
      <w:r w:rsidRPr="00EE5138">
        <w:rPr>
          <w:rFonts w:ascii="Times New Roman" w:eastAsia="Calibri" w:hAnsi="Times New Roman"/>
          <w:sz w:val="28"/>
          <w:szCs w:val="28"/>
          <w:lang w:eastAsia="en-US"/>
        </w:rPr>
        <w:t>муниципальные услуги по реализации основных общеобразовательных программ дошкольного образования, начального общего образования, основного общего образования, среднего общего образования и дополнительных общеобразовательных программ на основании утвержденного муниципального задания. Выполнение муниципального задания в 2021 году составило 99,0 %, в 2022 году –100,0 %, за 1-е полугодие 2023 года – 105,0 %.</w:t>
      </w:r>
    </w:p>
    <w:p w14:paraId="72BB5287" w14:textId="634E597A" w:rsidR="00EE5138" w:rsidRPr="00EE5138" w:rsidRDefault="00EE5138" w:rsidP="00EE5138">
      <w:pPr>
        <w:pStyle w:val="a5"/>
        <w:spacing w:before="0" w:after="0" w:line="276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E5138">
        <w:rPr>
          <w:rFonts w:ascii="Times New Roman" w:hAnsi="Times New Roman"/>
          <w:kern w:val="24"/>
          <w:sz w:val="28"/>
          <w:szCs w:val="28"/>
        </w:rPr>
        <w:t xml:space="preserve">Финансовое обеспечение выполнения муниципального задания Учреждению осуществлялось путем предоставления субсидий в </w:t>
      </w:r>
      <w:r w:rsidRPr="00EE5138">
        <w:rPr>
          <w:rFonts w:ascii="Times New Roman" w:eastAsia="Calibri" w:hAnsi="Times New Roman"/>
          <w:sz w:val="28"/>
          <w:szCs w:val="28"/>
          <w:lang w:eastAsia="en-US"/>
        </w:rPr>
        <w:t xml:space="preserve">2021 году -64,8 млн рублей, в 2022 году – 72,7 млн рублей, в 2023 году – 81,2 млн рублей. Так же предоставлялись </w:t>
      </w:r>
      <w:r w:rsidRPr="00EE5138">
        <w:rPr>
          <w:rFonts w:ascii="Times New Roman" w:hAnsi="Times New Roman"/>
          <w:sz w:val="28"/>
          <w:szCs w:val="28"/>
        </w:rPr>
        <w:t>субсидии на иные цели (организация бесплатного горячего питания обучающихся, классное руководство, деятельность советников директора)</w:t>
      </w:r>
      <w:r w:rsidR="007F3987">
        <w:rPr>
          <w:rFonts w:ascii="Times New Roman" w:hAnsi="Times New Roman"/>
          <w:sz w:val="28"/>
          <w:szCs w:val="28"/>
        </w:rPr>
        <w:t xml:space="preserve"> </w:t>
      </w:r>
      <w:r w:rsidRPr="00EE5138">
        <w:rPr>
          <w:rFonts w:ascii="Times New Roman" w:hAnsi="Times New Roman"/>
          <w:kern w:val="24"/>
          <w:sz w:val="28"/>
          <w:szCs w:val="28"/>
        </w:rPr>
        <w:t xml:space="preserve">в </w:t>
      </w:r>
      <w:r w:rsidRPr="00EE5138">
        <w:rPr>
          <w:rFonts w:ascii="Times New Roman" w:eastAsia="Calibri" w:hAnsi="Times New Roman"/>
          <w:sz w:val="28"/>
          <w:szCs w:val="28"/>
          <w:lang w:eastAsia="en-US"/>
        </w:rPr>
        <w:t>2021 году - 4,5 млн рублей, в 2022 году – 4,9 млн рублей, в 2023 году – 5,3 млн рублей.</w:t>
      </w:r>
    </w:p>
    <w:p w14:paraId="1759F4C4" w14:textId="77777777" w:rsidR="00EE5138" w:rsidRPr="00EE5138" w:rsidRDefault="00EE5138" w:rsidP="00EE5138">
      <w:pPr>
        <w:pStyle w:val="a5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EE5138">
        <w:rPr>
          <w:rFonts w:ascii="Times New Roman" w:eastAsia="Calibri" w:hAnsi="Times New Roman"/>
          <w:kern w:val="24"/>
          <w:sz w:val="28"/>
          <w:szCs w:val="28"/>
        </w:rPr>
        <w:t>Структура расходов на реализацию муниципальных услуг в рамках муниципального задания сложилась следующим образом (</w:t>
      </w:r>
      <w:r w:rsidRPr="00EE5138">
        <w:rPr>
          <w:rFonts w:ascii="Times New Roman" w:hAnsi="Times New Roman"/>
          <w:sz w:val="28"/>
          <w:szCs w:val="28"/>
        </w:rPr>
        <w:t>средний показатель за проверяемый период</w:t>
      </w:r>
      <w:r w:rsidRPr="00EE5138">
        <w:rPr>
          <w:rFonts w:ascii="Times New Roman" w:eastAsia="Calibri" w:hAnsi="Times New Roman"/>
          <w:kern w:val="24"/>
          <w:sz w:val="28"/>
          <w:szCs w:val="28"/>
        </w:rPr>
        <w:t>): з</w:t>
      </w:r>
      <w:r w:rsidRPr="00EE5138">
        <w:rPr>
          <w:rFonts w:ascii="Times New Roman" w:hAnsi="Times New Roman"/>
          <w:sz w:val="28"/>
          <w:szCs w:val="28"/>
        </w:rPr>
        <w:t>аработная плата – 49,9 %; закупка товаров, работ, услуг – 22,6 %; уплата налогов и иных платежей – 23,7 %; прочие расходы – 3,8 %.</w:t>
      </w:r>
    </w:p>
    <w:p w14:paraId="710FB015" w14:textId="77777777" w:rsidR="00EE5138" w:rsidRPr="00EE5138" w:rsidRDefault="00EE5138" w:rsidP="00EE5138">
      <w:pPr>
        <w:pStyle w:val="a5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EE5138">
        <w:rPr>
          <w:rFonts w:ascii="Times New Roman" w:eastAsia="Calibri" w:hAnsi="Times New Roman"/>
          <w:color w:val="000000"/>
          <w:kern w:val="24"/>
          <w:sz w:val="28"/>
          <w:szCs w:val="28"/>
        </w:rPr>
        <w:t>Проверкой в</w:t>
      </w:r>
      <w:r w:rsidRPr="00EE5138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ыявлено 21 нарушение/недостатки в части формирования, изменения и отчета о выполнении муниципального задания; </w:t>
      </w:r>
      <w:r w:rsidRPr="00EE5138">
        <w:rPr>
          <w:rFonts w:ascii="Times New Roman" w:eastAsia="Calibri" w:hAnsi="Times New Roman"/>
          <w:color w:val="000000"/>
          <w:kern w:val="24"/>
          <w:sz w:val="28"/>
          <w:szCs w:val="28"/>
        </w:rPr>
        <w:t xml:space="preserve">отчетов об исполнении плана финансово-хозяйственной деятельности; начислений доплаты за совмещение должностей работникам АХЧ, ведения бухгалтерского учета, </w:t>
      </w:r>
      <w:r w:rsidRPr="00EE5138">
        <w:rPr>
          <w:rFonts w:ascii="Times New Roman" w:hAnsi="Times New Roman"/>
          <w:sz w:val="28"/>
          <w:szCs w:val="28"/>
        </w:rPr>
        <w:t xml:space="preserve">управления и распоряжения муниципальным имуществом, закрепленным за учреждением на праве оперативного управления; </w:t>
      </w:r>
      <w:r w:rsidRPr="00EE5138">
        <w:rPr>
          <w:rFonts w:ascii="Times New Roman" w:eastAsia="Calibri" w:hAnsi="Times New Roman"/>
          <w:sz w:val="28"/>
          <w:szCs w:val="28"/>
          <w:lang w:eastAsia="en-US"/>
        </w:rPr>
        <w:t>внутреннего финансового контроля финансово-хозяйственной деятельности школы.</w:t>
      </w:r>
    </w:p>
    <w:p w14:paraId="01E30E45" w14:textId="77777777" w:rsidR="00EE5138" w:rsidRPr="00EE5138" w:rsidRDefault="00EE5138" w:rsidP="00EE5138">
      <w:pPr>
        <w:pStyle w:val="a5"/>
        <w:spacing w:before="0" w:after="0" w:line="276" w:lineRule="auto"/>
        <w:jc w:val="both"/>
        <w:rPr>
          <w:rFonts w:ascii="Times New Roman" w:eastAsia="+mn-ea" w:hAnsi="Times New Roman"/>
          <w:color w:val="000000"/>
          <w:kern w:val="24"/>
          <w:sz w:val="28"/>
          <w:szCs w:val="28"/>
        </w:rPr>
      </w:pPr>
      <w:r w:rsidRPr="00EE5138">
        <w:rPr>
          <w:rFonts w:ascii="Times New Roman" w:eastAsia="+mn-ea" w:hAnsi="Times New Roman"/>
          <w:color w:val="000000"/>
          <w:kern w:val="24"/>
          <w:sz w:val="28"/>
          <w:szCs w:val="28"/>
        </w:rPr>
        <w:t>По результатам проверки объекту контроля направлено представление. Направлена информация о нарушениях и рекомендации по усилению ведомственного контроля учредителю.</w:t>
      </w:r>
    </w:p>
    <w:p w14:paraId="7EA70B42" w14:textId="77777777" w:rsidR="00EE5138" w:rsidRPr="00EE5138" w:rsidRDefault="00EE5138" w:rsidP="00EE5138">
      <w:pPr>
        <w:pStyle w:val="a5"/>
        <w:spacing w:before="0" w:after="0" w:line="276" w:lineRule="auto"/>
        <w:jc w:val="both"/>
        <w:rPr>
          <w:rFonts w:ascii="Times New Roman" w:eastAsia="+mn-ea" w:hAnsi="Times New Roman"/>
          <w:color w:val="000000"/>
          <w:kern w:val="24"/>
          <w:sz w:val="28"/>
          <w:szCs w:val="28"/>
        </w:rPr>
      </w:pPr>
      <w:r w:rsidRPr="00EE5138">
        <w:rPr>
          <w:rFonts w:ascii="Times New Roman" w:eastAsia="+mn-ea" w:hAnsi="Times New Roman"/>
          <w:color w:val="000000"/>
          <w:kern w:val="24"/>
          <w:sz w:val="28"/>
          <w:szCs w:val="28"/>
        </w:rPr>
        <w:tab/>
        <w:t>Объектом контроля приведена в соответствии с действующим законодательством нормативно-правовая база, устранены нарушения законодательства РФ.</w:t>
      </w:r>
    </w:p>
    <w:p w14:paraId="6967EAE6" w14:textId="77777777" w:rsidR="00EE5138" w:rsidRPr="00EE5138" w:rsidRDefault="00EE5138" w:rsidP="00EE5138">
      <w:pPr>
        <w:pStyle w:val="a5"/>
        <w:spacing w:before="0" w:after="0" w:line="276" w:lineRule="auto"/>
        <w:jc w:val="both"/>
        <w:rPr>
          <w:rFonts w:ascii="Times New Roman" w:hAnsi="Times New Roman"/>
          <w:i/>
          <w:iCs/>
          <w:sz w:val="28"/>
          <w:szCs w:val="28"/>
        </w:rPr>
      </w:pPr>
      <w:r w:rsidRPr="00EE5138">
        <w:rPr>
          <w:rFonts w:ascii="Times New Roman" w:eastAsia="+mn-ea" w:hAnsi="Times New Roman"/>
          <w:color w:val="000000"/>
          <w:kern w:val="24"/>
          <w:sz w:val="28"/>
          <w:szCs w:val="28"/>
        </w:rPr>
        <w:tab/>
      </w:r>
      <w:r w:rsidRPr="00EE5138">
        <w:rPr>
          <w:rFonts w:ascii="Times New Roman" w:eastAsia="+mn-ea" w:hAnsi="Times New Roman"/>
          <w:i/>
          <w:iCs/>
          <w:color w:val="000000"/>
          <w:kern w:val="24"/>
          <w:sz w:val="28"/>
          <w:szCs w:val="28"/>
        </w:rPr>
        <w:t>4 мероприятие. П</w:t>
      </w:r>
      <w:r w:rsidRPr="00EE5138">
        <w:rPr>
          <w:rFonts w:ascii="Times New Roman" w:eastAsia="Calibri" w:hAnsi="Times New Roman"/>
          <w:i/>
          <w:iCs/>
          <w:sz w:val="28"/>
          <w:szCs w:val="28"/>
          <w:lang w:eastAsia="en-US"/>
        </w:rPr>
        <w:t>роведение аудита эффективности использования средств, направленных на реализацию мероприятий, связанных с переселением граждан из аварийного жилищного фонда, в том числе в рамках регионального проекта «Обеспечение устойчивого сокращения непригодного для проживания жилищного фонда» государственной программы Воронежской области «Обеспечение качественными жилищно-коммунальными услугами населения Воронежской области» в 2019-2022 годах и текущем периоде 2023 года</w:t>
      </w:r>
      <w:r w:rsidRPr="00EE5138">
        <w:rPr>
          <w:rFonts w:ascii="Times New Roman" w:hAnsi="Times New Roman"/>
          <w:i/>
          <w:iCs/>
          <w:sz w:val="28"/>
          <w:szCs w:val="28"/>
        </w:rPr>
        <w:t>.</w:t>
      </w:r>
    </w:p>
    <w:p w14:paraId="52AB5724" w14:textId="77777777" w:rsidR="00EE5138" w:rsidRPr="00EE5138" w:rsidRDefault="00EE5138" w:rsidP="00EE5138">
      <w:pPr>
        <w:pStyle w:val="a5"/>
        <w:spacing w:before="0" w:after="0" w:line="276" w:lineRule="auto"/>
        <w:jc w:val="both"/>
        <w:rPr>
          <w:rFonts w:ascii="Times New Roman" w:eastAsia="+mn-ea" w:hAnsi="Times New Roman"/>
          <w:kern w:val="24"/>
          <w:sz w:val="28"/>
          <w:szCs w:val="28"/>
        </w:rPr>
      </w:pPr>
      <w:r w:rsidRPr="00EE5138">
        <w:rPr>
          <w:rFonts w:ascii="Times New Roman" w:hAnsi="Times New Roman"/>
          <w:sz w:val="28"/>
          <w:szCs w:val="28"/>
        </w:rPr>
        <w:lastRenderedPageBreak/>
        <w:tab/>
      </w:r>
      <w:r w:rsidRPr="00EE5138">
        <w:rPr>
          <w:rFonts w:ascii="Times New Roman" w:eastAsia="+mn-ea" w:hAnsi="Times New Roman"/>
          <w:kern w:val="24"/>
          <w:sz w:val="28"/>
          <w:szCs w:val="28"/>
        </w:rPr>
        <w:t>Реализация Программы переселения граждан из аварийного жилищного фонда Грибановского городского поселения за 2020-2022 годы: общая расселенная площадь составила – 1 809,8 кв. м или 100,0 % от плановых показателей и общее количество переселенных жителей составило 75 человек или 100,0 % от плановых показателей.</w:t>
      </w:r>
    </w:p>
    <w:p w14:paraId="123AD4E6" w14:textId="77777777" w:rsidR="00EE5138" w:rsidRPr="00EE5138" w:rsidRDefault="00EE5138" w:rsidP="00EE5138">
      <w:pPr>
        <w:pStyle w:val="a5"/>
        <w:spacing w:before="0"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5138">
        <w:rPr>
          <w:rFonts w:ascii="Times New Roman" w:eastAsia="+mn-ea" w:hAnsi="Times New Roman"/>
          <w:kern w:val="24"/>
          <w:sz w:val="28"/>
          <w:szCs w:val="28"/>
        </w:rPr>
        <w:t>Целевое использование средств федерального, областного и местного бюджетов, выделенных на реализацию мероприятий по переселению граждан</w:t>
      </w:r>
    </w:p>
    <w:p w14:paraId="760646B4" w14:textId="4D7BBC7C" w:rsidR="00EE5138" w:rsidRPr="00EE5138" w:rsidRDefault="00EE5138" w:rsidP="00EE5138">
      <w:pPr>
        <w:pStyle w:val="a5"/>
        <w:spacing w:before="0" w:after="0" w:line="276" w:lineRule="auto"/>
        <w:jc w:val="both"/>
        <w:rPr>
          <w:rFonts w:ascii="Times New Roman" w:eastAsia="+mn-ea" w:hAnsi="Times New Roman"/>
          <w:color w:val="000000"/>
          <w:kern w:val="24"/>
          <w:sz w:val="28"/>
          <w:szCs w:val="28"/>
        </w:rPr>
      </w:pPr>
      <w:r w:rsidRPr="00EE5138">
        <w:rPr>
          <w:rFonts w:ascii="Times New Roman" w:eastAsia="+mn-ea" w:hAnsi="Times New Roman"/>
          <w:kern w:val="24"/>
          <w:sz w:val="28"/>
          <w:szCs w:val="28"/>
        </w:rPr>
        <w:t xml:space="preserve">из аварийного жилищного фонда Грибановского городского поселения: выделено в 2020-2022 годы –50,1 </w:t>
      </w:r>
      <w:bookmarkStart w:id="7" w:name="_Hlk163052842"/>
      <w:r w:rsidRPr="00EE5138">
        <w:rPr>
          <w:rFonts w:ascii="Times New Roman" w:eastAsia="+mn-ea" w:hAnsi="Times New Roman"/>
          <w:kern w:val="24"/>
          <w:sz w:val="28"/>
          <w:szCs w:val="28"/>
        </w:rPr>
        <w:t>млн рублей</w:t>
      </w:r>
      <w:bookmarkEnd w:id="7"/>
      <w:r w:rsidRPr="00EE5138">
        <w:rPr>
          <w:rFonts w:ascii="Times New Roman" w:eastAsia="+mn-ea" w:hAnsi="Times New Roman"/>
          <w:kern w:val="24"/>
          <w:sz w:val="28"/>
          <w:szCs w:val="28"/>
        </w:rPr>
        <w:t xml:space="preserve">, освоено – 48,3 млн рублей или 96,4 % от плановых показателей. </w:t>
      </w:r>
      <w:r w:rsidRPr="00EE5138">
        <w:rPr>
          <w:rFonts w:ascii="Times New Roman" w:eastAsia="+mn-ea" w:hAnsi="Times New Roman"/>
          <w:color w:val="000000"/>
          <w:kern w:val="24"/>
          <w:sz w:val="28"/>
          <w:szCs w:val="28"/>
        </w:rPr>
        <w:t>В 2022 году не освоены средства в связи</w:t>
      </w:r>
      <w:r w:rsidR="007F3987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 </w:t>
      </w:r>
      <w:r w:rsidRPr="00EE5138">
        <w:rPr>
          <w:rFonts w:ascii="Times New Roman" w:eastAsia="+mn-ea" w:hAnsi="Times New Roman"/>
          <w:color w:val="000000"/>
          <w:kern w:val="24"/>
          <w:sz w:val="28"/>
          <w:szCs w:val="28"/>
        </w:rPr>
        <w:t>с переездом собственника на территорию Украины и в связи с предоставлением собственнику жилья (участник ВОВ) безвозмездной субсидии на приобретение жилья Департаментом социальной защиты населения Воронежской области.</w:t>
      </w:r>
    </w:p>
    <w:p w14:paraId="69D36EB5" w14:textId="16A0A874" w:rsidR="00EE5138" w:rsidRPr="00EE5138" w:rsidRDefault="00EE5138" w:rsidP="00EE5138">
      <w:pPr>
        <w:pStyle w:val="a5"/>
        <w:spacing w:before="0" w:after="0" w:line="276" w:lineRule="auto"/>
        <w:ind w:firstLine="708"/>
        <w:jc w:val="both"/>
        <w:rPr>
          <w:rFonts w:ascii="Times New Roman" w:eastAsia="Calibri" w:hAnsi="Times New Roman"/>
          <w:color w:val="000000"/>
          <w:kern w:val="24"/>
          <w:sz w:val="28"/>
          <w:szCs w:val="28"/>
        </w:rPr>
      </w:pPr>
      <w:r w:rsidRPr="00EE5138">
        <w:rPr>
          <w:rFonts w:ascii="Times New Roman" w:eastAsia="Calibri" w:hAnsi="Times New Roman"/>
          <w:color w:val="000000"/>
          <w:kern w:val="24"/>
          <w:sz w:val="28"/>
          <w:szCs w:val="28"/>
        </w:rPr>
        <w:t xml:space="preserve">Для переселения граждан из аварийного жилищного фонда расположенного на территории Грибановского городского поселения за период 2020 – 2022 годов было приобретено </w:t>
      </w:r>
      <w:r w:rsidRPr="00EE5138">
        <w:rPr>
          <w:rFonts w:ascii="Times New Roman" w:hAnsi="Times New Roman"/>
          <w:color w:val="000000"/>
          <w:kern w:val="24"/>
          <w:sz w:val="28"/>
          <w:szCs w:val="28"/>
        </w:rPr>
        <w:t>в</w:t>
      </w:r>
      <w:r w:rsidR="007F3987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EE5138">
        <w:rPr>
          <w:rFonts w:ascii="Times New Roman" w:hAnsi="Times New Roman"/>
          <w:color w:val="000000"/>
          <w:kern w:val="24"/>
          <w:sz w:val="28"/>
          <w:szCs w:val="28"/>
        </w:rPr>
        <w:t>муниципальную собственность</w:t>
      </w:r>
      <w:r w:rsidRPr="00EE5138">
        <w:rPr>
          <w:rFonts w:ascii="Times New Roman" w:eastAsia="Calibri" w:hAnsi="Times New Roman"/>
          <w:color w:val="000000"/>
          <w:kern w:val="24"/>
          <w:sz w:val="28"/>
          <w:szCs w:val="28"/>
        </w:rPr>
        <w:t xml:space="preserve"> 4 жилых помещений (квартир)на общую сумму 4,9 млн рублей. А также, в</w:t>
      </w:r>
      <w:r w:rsidRPr="00EE5138">
        <w:rPr>
          <w:rFonts w:ascii="Times New Roman" w:hAnsi="Times New Roman"/>
          <w:color w:val="000000"/>
          <w:kern w:val="24"/>
          <w:sz w:val="28"/>
          <w:szCs w:val="28"/>
        </w:rPr>
        <w:t>ыплаты лицам, в чьей собственности находились жилые помещения, входящие в аварийный жилищный фонд, осуществлялись на основании заключенных соглашений об изъятии</w:t>
      </w:r>
      <w:r w:rsidR="007F3987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EE5138">
        <w:rPr>
          <w:rFonts w:ascii="Times New Roman" w:hAnsi="Times New Roman"/>
          <w:color w:val="000000"/>
          <w:kern w:val="24"/>
          <w:sz w:val="28"/>
          <w:szCs w:val="28"/>
        </w:rPr>
        <w:t>жилого помещения, находящегося в аварийном жилом доме путем предоставления возмещения.</w:t>
      </w:r>
      <w:r w:rsidR="007F3987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EE5138">
        <w:rPr>
          <w:rFonts w:ascii="Times New Roman" w:hAnsi="Times New Roman"/>
          <w:color w:val="000000"/>
          <w:kern w:val="24"/>
          <w:sz w:val="28"/>
          <w:szCs w:val="28"/>
        </w:rPr>
        <w:t>За период 2020 – 2022 годов количество выкупленных жилых помещений составило 43 шт. с общей выкупной ценой 43,4 млн</w:t>
      </w:r>
      <w:r w:rsidRPr="00EE5138">
        <w:rPr>
          <w:rFonts w:ascii="Times New Roman" w:eastAsia="Calibri" w:hAnsi="Times New Roman"/>
          <w:color w:val="000000"/>
          <w:kern w:val="24"/>
          <w:sz w:val="28"/>
          <w:szCs w:val="28"/>
        </w:rPr>
        <w:t xml:space="preserve"> рублей.</w:t>
      </w:r>
    </w:p>
    <w:p w14:paraId="6F4B17C0" w14:textId="77777777" w:rsidR="00EE5138" w:rsidRPr="00EE5138" w:rsidRDefault="00EE5138" w:rsidP="00EE5138">
      <w:pPr>
        <w:pStyle w:val="a5"/>
        <w:spacing w:before="0" w:after="0" w:line="276" w:lineRule="auto"/>
        <w:ind w:firstLine="708"/>
        <w:jc w:val="both"/>
        <w:rPr>
          <w:rFonts w:ascii="Times New Roman" w:eastAsia="Calibri" w:hAnsi="Times New Roman"/>
          <w:color w:val="000000"/>
          <w:kern w:val="24"/>
          <w:sz w:val="28"/>
          <w:szCs w:val="28"/>
        </w:rPr>
      </w:pPr>
      <w:r w:rsidRPr="00EE5138">
        <w:rPr>
          <w:rFonts w:ascii="Times New Roman" w:eastAsia="Calibri" w:hAnsi="Times New Roman"/>
          <w:color w:val="000000"/>
          <w:kern w:val="24"/>
          <w:sz w:val="28"/>
          <w:szCs w:val="28"/>
        </w:rPr>
        <w:t>Проверкой в</w:t>
      </w:r>
      <w:r w:rsidRPr="00EE5138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ыявлено 11 нарушений/недостатков </w:t>
      </w:r>
      <w:r w:rsidRPr="00EE5138">
        <w:rPr>
          <w:rFonts w:ascii="Times New Roman" w:eastAsia="Calibri" w:hAnsi="Times New Roman"/>
          <w:color w:val="000000"/>
          <w:kern w:val="24"/>
          <w:sz w:val="28"/>
          <w:szCs w:val="28"/>
        </w:rPr>
        <w:t xml:space="preserve">в части утверждения объемов бюджетных ассигнований, направленных на реализацию мероприятий, связанных с переселением граждан из аварийного жилищного фонда; </w:t>
      </w:r>
      <w:r w:rsidRPr="00EE5138">
        <w:rPr>
          <w:rFonts w:ascii="Times New Roman" w:hAnsi="Times New Roman"/>
          <w:color w:val="000000"/>
          <w:kern w:val="24"/>
          <w:sz w:val="28"/>
          <w:szCs w:val="28"/>
        </w:rPr>
        <w:t xml:space="preserve">отчетности о реализации программы </w:t>
      </w:r>
      <w:r w:rsidRPr="00EE5138">
        <w:rPr>
          <w:rFonts w:ascii="Times New Roman" w:eastAsia="Calibri" w:hAnsi="Times New Roman"/>
          <w:color w:val="000000"/>
          <w:kern w:val="24"/>
          <w:sz w:val="28"/>
          <w:szCs w:val="28"/>
        </w:rPr>
        <w:t xml:space="preserve">переселения граждан из аварийного жилищного фонда; </w:t>
      </w:r>
      <w:r w:rsidRPr="00EE5138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законодательства </w:t>
      </w:r>
      <w:r w:rsidRPr="00EE5138">
        <w:rPr>
          <w:rFonts w:ascii="Times New Roman" w:eastAsia="Calibri" w:hAnsi="Times New Roman"/>
          <w:color w:val="000000"/>
          <w:kern w:val="24"/>
          <w:sz w:val="28"/>
          <w:szCs w:val="28"/>
        </w:rPr>
        <w:t>в сфере закупок товаров, работ, услуг.</w:t>
      </w:r>
    </w:p>
    <w:p w14:paraId="2EDB2693" w14:textId="77777777" w:rsidR="00EE5138" w:rsidRPr="00EE5138" w:rsidRDefault="00EE5138" w:rsidP="00EE5138">
      <w:pPr>
        <w:pStyle w:val="a5"/>
        <w:spacing w:before="0" w:after="0" w:line="276" w:lineRule="auto"/>
        <w:jc w:val="both"/>
        <w:rPr>
          <w:rFonts w:ascii="Times New Roman" w:hAnsi="Times New Roman"/>
          <w:color w:val="000000"/>
          <w:kern w:val="24"/>
          <w:sz w:val="28"/>
          <w:szCs w:val="28"/>
        </w:rPr>
      </w:pPr>
      <w:r w:rsidRPr="00EE5138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По результатам проверки объекту контроля направлено представление, которым </w:t>
      </w:r>
      <w:r w:rsidRPr="00EE5138">
        <w:rPr>
          <w:rFonts w:ascii="Times New Roman" w:hAnsi="Times New Roman"/>
          <w:color w:val="000000"/>
          <w:kern w:val="24"/>
          <w:sz w:val="28"/>
          <w:szCs w:val="28"/>
        </w:rPr>
        <w:t xml:space="preserve">устранены выявленные нарушения и приняты меры по предотвращению нанесения материального ущерба бюджету Грибановского городского поселения. </w:t>
      </w:r>
    </w:p>
    <w:p w14:paraId="286398C4" w14:textId="77777777" w:rsidR="00EE5138" w:rsidRPr="00EE5138" w:rsidRDefault="00EE5138" w:rsidP="00EE5138">
      <w:pPr>
        <w:pStyle w:val="a5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EE5138">
        <w:rPr>
          <w:rFonts w:ascii="Times New Roman" w:hAnsi="Times New Roman"/>
          <w:sz w:val="28"/>
          <w:szCs w:val="28"/>
        </w:rPr>
        <w:t>Отчеты о результатах контрольных и экспертно-аналитических мероприятиях в течении 2023 года направлялись для сведения в адрес Совета народных депутатов Грибановского муниципального района Воронежской области.</w:t>
      </w:r>
    </w:p>
    <w:p w14:paraId="0FE855FF" w14:textId="77777777" w:rsidR="00EE5138" w:rsidRPr="00EE5138" w:rsidRDefault="00EE5138" w:rsidP="00EE5138">
      <w:pPr>
        <w:pStyle w:val="a5"/>
        <w:spacing w:before="0" w:after="0" w:line="276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EE5138">
        <w:rPr>
          <w:rFonts w:ascii="Times New Roman" w:hAnsi="Times New Roman"/>
          <w:b/>
          <w:bCs/>
          <w:sz w:val="28"/>
          <w:szCs w:val="28"/>
        </w:rPr>
        <w:t>Информационная и иная деятельность.</w:t>
      </w:r>
    </w:p>
    <w:p w14:paraId="5F37D35A" w14:textId="77777777" w:rsidR="00EE5138" w:rsidRPr="00EE5138" w:rsidRDefault="00EE5138" w:rsidP="00EE5138">
      <w:pPr>
        <w:spacing w:line="276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EE5138">
        <w:rPr>
          <w:rFonts w:ascii="Times New Roman" w:hAnsi="Times New Roman"/>
          <w:sz w:val="28"/>
          <w:szCs w:val="28"/>
        </w:rPr>
        <w:t xml:space="preserve">1. В течении года проводилась работа по актуализации стандартов внешнего муниципального контроля путем внесения в них изменений, в соответствии с изменениями в законодательстве и принятия </w:t>
      </w:r>
      <w:proofErr w:type="spellStart"/>
      <w:proofErr w:type="gramStart"/>
      <w:r w:rsidRPr="00EE5138">
        <w:rPr>
          <w:rFonts w:ascii="Times New Roman" w:hAnsi="Times New Roman"/>
          <w:sz w:val="28"/>
          <w:szCs w:val="28"/>
        </w:rPr>
        <w:t>участия,в</w:t>
      </w:r>
      <w:proofErr w:type="spellEnd"/>
      <w:proofErr w:type="gramEnd"/>
      <w:r w:rsidRPr="00EE5138">
        <w:rPr>
          <w:rFonts w:ascii="Times New Roman" w:hAnsi="Times New Roman"/>
          <w:color w:val="000000"/>
          <w:sz w:val="28"/>
          <w:szCs w:val="28"/>
        </w:rPr>
        <w:t xml:space="preserve"> рамках </w:t>
      </w:r>
      <w:r w:rsidRPr="00EE5138">
        <w:rPr>
          <w:rFonts w:ascii="Times New Roman" w:hAnsi="Times New Roman"/>
          <w:color w:val="000000"/>
          <w:sz w:val="28"/>
          <w:szCs w:val="28"/>
        </w:rPr>
        <w:lastRenderedPageBreak/>
        <w:t>обучающих мероприятий Союза муниципальных контрольно-счетных органов, в семинарах, вебинарах и круглых столов.</w:t>
      </w:r>
    </w:p>
    <w:p w14:paraId="7BB41AFA" w14:textId="77777777" w:rsidR="00EE5138" w:rsidRPr="00EE5138" w:rsidRDefault="00EE5138" w:rsidP="00EE5138">
      <w:pPr>
        <w:spacing w:line="276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EE5138">
        <w:rPr>
          <w:rFonts w:ascii="Times New Roman" w:hAnsi="Times New Roman"/>
          <w:color w:val="000000"/>
          <w:sz w:val="28"/>
          <w:szCs w:val="28"/>
        </w:rPr>
        <w:t>2. На постоянной основе проводится повышение уровня квалификации председателя КСК. В рамках обучающих мероприятий Союза муниципальных контрольно-счетных органов:</w:t>
      </w:r>
    </w:p>
    <w:p w14:paraId="477BEF9E" w14:textId="77777777" w:rsidR="00EE5138" w:rsidRPr="00EE5138" w:rsidRDefault="00EE5138" w:rsidP="00EE5138">
      <w:pPr>
        <w:spacing w:line="276" w:lineRule="auto"/>
        <w:rPr>
          <w:rFonts w:ascii="Times New Roman" w:hAnsi="Times New Roman"/>
          <w:sz w:val="28"/>
          <w:szCs w:val="28"/>
        </w:rPr>
      </w:pPr>
      <w:r w:rsidRPr="00EE5138">
        <w:rPr>
          <w:rFonts w:ascii="Times New Roman" w:eastAsia="Calibri" w:hAnsi="Times New Roman"/>
          <w:color w:val="000000"/>
          <w:sz w:val="28"/>
          <w:szCs w:val="28"/>
        </w:rPr>
        <w:t>- вебинары на тему «ФСБУ государственных финансов «Государственная (муниципальная) казна» и на тему «Анализ организации и осуществления бюджетного процесса в муниципальных образованиях»;</w:t>
      </w:r>
    </w:p>
    <w:p w14:paraId="78A4518B" w14:textId="77777777" w:rsidR="00EE5138" w:rsidRPr="00EE5138" w:rsidRDefault="00EE5138" w:rsidP="00EE5138">
      <w:pPr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EE5138">
        <w:rPr>
          <w:rFonts w:ascii="Times New Roman" w:hAnsi="Times New Roman"/>
          <w:sz w:val="28"/>
          <w:szCs w:val="28"/>
        </w:rPr>
        <w:t>- у</w:t>
      </w:r>
      <w:r w:rsidRPr="00EE5138">
        <w:rPr>
          <w:rFonts w:ascii="Times New Roman" w:hAnsi="Times New Roman"/>
          <w:color w:val="000000"/>
          <w:sz w:val="28"/>
          <w:szCs w:val="28"/>
        </w:rPr>
        <w:t>спешно выполнено задания дистанционного тестирования «Диктант ЖКХ»;</w:t>
      </w:r>
    </w:p>
    <w:p w14:paraId="52D936D5" w14:textId="77777777" w:rsidR="00EE5138" w:rsidRPr="00EE5138" w:rsidRDefault="00EE5138" w:rsidP="00EE5138">
      <w:pPr>
        <w:pStyle w:val="af4"/>
        <w:spacing w:line="276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EE5138">
        <w:rPr>
          <w:rFonts w:ascii="Times New Roman" w:hAnsi="Times New Roman"/>
          <w:color w:val="000000"/>
          <w:sz w:val="28"/>
          <w:szCs w:val="28"/>
        </w:rPr>
        <w:t xml:space="preserve">        - участие во Всероссийском онлайн-конкурсе «30 лет Конституции России – проверь себя!».</w:t>
      </w:r>
    </w:p>
    <w:p w14:paraId="72197499" w14:textId="77777777" w:rsidR="00EE5138" w:rsidRPr="00EE5138" w:rsidRDefault="00EE5138" w:rsidP="00EE5138">
      <w:pPr>
        <w:pStyle w:val="af4"/>
        <w:spacing w:line="276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EE5138">
        <w:rPr>
          <w:rFonts w:ascii="Times New Roman" w:hAnsi="Times New Roman"/>
          <w:color w:val="000000"/>
          <w:sz w:val="28"/>
          <w:szCs w:val="28"/>
        </w:rPr>
        <w:tab/>
        <w:t>3. Участие в совместных и параллельных мероприятиях:</w:t>
      </w:r>
    </w:p>
    <w:p w14:paraId="559B0F03" w14:textId="77777777" w:rsidR="00EE5138" w:rsidRPr="00EE5138" w:rsidRDefault="00EE5138" w:rsidP="00EE5138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EE5138">
        <w:rPr>
          <w:rFonts w:ascii="Times New Roman" w:hAnsi="Times New Roman"/>
          <w:color w:val="000000"/>
          <w:sz w:val="28"/>
          <w:szCs w:val="28"/>
        </w:rPr>
        <w:t>- В рамках решения КСП ВО и Грибановской КСК о проведении параллельного контрольного мероприятия «Аудит эффективности использования средств, направленных на реализацию мероприятий, связанных с переселением граждан из аварийного жилищного фонда, в том числе в рамках регионального проекта «Обеспечение устойчивого сокращения непригодного для проживания жилищного фонда» государственной программы ВО «Обеспечение качественными жилищно-коммунальными услугами населения Воронежской области» в 2019-2022 годах и текущем периоде 2023 года» от 19.07.2023 года проведено 1 мероприятие.</w:t>
      </w:r>
    </w:p>
    <w:p w14:paraId="389BC2A1" w14:textId="77777777" w:rsidR="00EE5138" w:rsidRPr="00EE5138" w:rsidRDefault="00EE5138" w:rsidP="00EE5138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EE5138">
        <w:rPr>
          <w:rFonts w:ascii="Times New Roman" w:hAnsi="Times New Roman"/>
          <w:color w:val="000000"/>
          <w:sz w:val="28"/>
          <w:szCs w:val="28"/>
        </w:rPr>
        <w:t xml:space="preserve">- На основании п.13 ч. 2 ст. 9 Федерального закона от 07.02.2011 г. № 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образований», обращения администрации Грибановского района председатель КСК включен в состав рабочей группы по исполнению полномочий администрации Грибановского района в целях реализации соглашения о взаимодействии при финансовом контроле финансово-хозяйственной деятельности ГМУП «Коммунальщик» от 23.01.2023 года. В течении 2023 года проводился финансовый контроль в целях безубыточной организации работы и функционирования ГМУП «Коммунальщик» и исполнения финансовых и иных обязательств. По данным отчета о финансовых результатах за 2023 год чистая прибыль предприятия составила 4,7 млн рублей. </w:t>
      </w:r>
    </w:p>
    <w:p w14:paraId="4A865A7A" w14:textId="77777777" w:rsidR="00EE5138" w:rsidRPr="00EE5138" w:rsidRDefault="00EE5138" w:rsidP="00EE5138">
      <w:pPr>
        <w:spacing w:line="276" w:lineRule="auto"/>
        <w:rPr>
          <w:rFonts w:ascii="Times New Roman" w:hAnsi="Times New Roman"/>
          <w:sz w:val="28"/>
          <w:szCs w:val="28"/>
        </w:rPr>
      </w:pPr>
      <w:r w:rsidRPr="00EE5138">
        <w:rPr>
          <w:rFonts w:ascii="Times New Roman" w:hAnsi="Times New Roman"/>
          <w:sz w:val="28"/>
          <w:szCs w:val="28"/>
        </w:rPr>
        <w:tab/>
        <w:t xml:space="preserve">4. </w:t>
      </w:r>
      <w:r w:rsidRPr="00EE5138">
        <w:rPr>
          <w:rFonts w:ascii="Times New Roman" w:hAnsi="Times New Roman"/>
          <w:color w:val="000000"/>
          <w:sz w:val="28"/>
          <w:szCs w:val="28"/>
        </w:rPr>
        <w:t>Реализация полномочий в сфере противодействия коррупции осуществлялась способом проведения контрольных и экспертно-аналитических мероприятий с применением основных инструментов:</w:t>
      </w:r>
    </w:p>
    <w:p w14:paraId="1F49D8CF" w14:textId="77777777" w:rsidR="00EE5138" w:rsidRPr="00EE5138" w:rsidRDefault="00EE5138" w:rsidP="00EE5138">
      <w:pPr>
        <w:spacing w:line="276" w:lineRule="auto"/>
        <w:rPr>
          <w:rFonts w:ascii="Times New Roman" w:hAnsi="Times New Roman"/>
          <w:sz w:val="28"/>
          <w:szCs w:val="28"/>
        </w:rPr>
      </w:pPr>
      <w:r w:rsidRPr="00EE5138">
        <w:rPr>
          <w:rFonts w:ascii="Times New Roman" w:hAnsi="Times New Roman"/>
          <w:color w:val="000000"/>
          <w:sz w:val="28"/>
          <w:szCs w:val="28"/>
        </w:rPr>
        <w:t>-оценка коррупционных рисков, выявление фактов с признаками состава коррупционных правонарушений.</w:t>
      </w:r>
    </w:p>
    <w:p w14:paraId="6F0F328C" w14:textId="77777777" w:rsidR="00EE5138" w:rsidRPr="00EE5138" w:rsidRDefault="00EE5138" w:rsidP="00EE5138">
      <w:pPr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EE5138">
        <w:rPr>
          <w:rFonts w:ascii="Times New Roman" w:hAnsi="Times New Roman"/>
          <w:color w:val="000000"/>
          <w:sz w:val="28"/>
          <w:szCs w:val="28"/>
        </w:rPr>
        <w:t>-работа в рамках соглашений с правоохранительными органами.</w:t>
      </w:r>
    </w:p>
    <w:p w14:paraId="35130B4A" w14:textId="77777777" w:rsidR="00EE5138" w:rsidRPr="00EE5138" w:rsidRDefault="00EE5138" w:rsidP="00EE5138">
      <w:pPr>
        <w:pStyle w:val="a5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EE5138">
        <w:rPr>
          <w:rFonts w:ascii="Times New Roman" w:hAnsi="Times New Roman"/>
          <w:color w:val="000000"/>
          <w:sz w:val="28"/>
          <w:szCs w:val="28"/>
        </w:rPr>
        <w:lastRenderedPageBreak/>
        <w:t xml:space="preserve">5. </w:t>
      </w:r>
      <w:r w:rsidRPr="00EE5138">
        <w:rPr>
          <w:rFonts w:ascii="Times New Roman" w:hAnsi="Times New Roman"/>
          <w:color w:val="000000"/>
          <w:kern w:val="24"/>
          <w:sz w:val="28"/>
          <w:szCs w:val="28"/>
        </w:rPr>
        <w:t xml:space="preserve">В отчетном году усовершенствован раздел «Контрольно-счетная комиссия» на официальном сайте администрации Грибановского муниципального района. </w:t>
      </w:r>
    </w:p>
    <w:p w14:paraId="36A4D50C" w14:textId="77777777" w:rsidR="00EE5138" w:rsidRPr="00EE5138" w:rsidRDefault="00EE5138" w:rsidP="00EE5138">
      <w:pPr>
        <w:pStyle w:val="a5"/>
        <w:spacing w:before="0" w:after="0" w:line="276" w:lineRule="auto"/>
        <w:jc w:val="both"/>
        <w:rPr>
          <w:rFonts w:ascii="Times New Roman" w:eastAsia="+mn-ea" w:hAnsi="Times New Roman"/>
          <w:color w:val="000000"/>
          <w:kern w:val="24"/>
          <w:sz w:val="28"/>
          <w:szCs w:val="28"/>
        </w:rPr>
      </w:pPr>
      <w:r w:rsidRPr="00EE5138">
        <w:rPr>
          <w:rFonts w:ascii="Times New Roman" w:hAnsi="Times New Roman"/>
          <w:color w:val="000000"/>
          <w:kern w:val="24"/>
          <w:sz w:val="28"/>
          <w:szCs w:val="28"/>
        </w:rPr>
        <w:t xml:space="preserve">       Актуальная информация о деятельности КСК Грибановского района, результатах проведенных мероприятий также размещается в созданном в 2022 году </w:t>
      </w:r>
      <w:proofErr w:type="spellStart"/>
      <w:r w:rsidRPr="00EE5138">
        <w:rPr>
          <w:rFonts w:ascii="Times New Roman" w:hAnsi="Times New Roman"/>
          <w:color w:val="000000"/>
          <w:kern w:val="24"/>
          <w:sz w:val="28"/>
          <w:szCs w:val="28"/>
        </w:rPr>
        <w:t>госпаблике</w:t>
      </w:r>
      <w:proofErr w:type="spellEnd"/>
      <w:r w:rsidRPr="00EE5138">
        <w:rPr>
          <w:rFonts w:ascii="Times New Roman" w:hAnsi="Times New Roman"/>
          <w:color w:val="000000"/>
          <w:kern w:val="24"/>
          <w:sz w:val="28"/>
          <w:szCs w:val="28"/>
        </w:rPr>
        <w:t xml:space="preserve"> в социальной сети Одноклассники и ВКонтакте. </w:t>
      </w:r>
      <w:r w:rsidRPr="00EE5138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Пройден обучающий курс «Академия </w:t>
      </w:r>
      <w:proofErr w:type="spellStart"/>
      <w:r w:rsidRPr="00EE5138">
        <w:rPr>
          <w:rFonts w:ascii="Times New Roman" w:eastAsia="+mn-ea" w:hAnsi="Times New Roman"/>
          <w:color w:val="000000"/>
          <w:kern w:val="24"/>
          <w:sz w:val="28"/>
          <w:szCs w:val="28"/>
        </w:rPr>
        <w:t>госпабликов</w:t>
      </w:r>
      <w:proofErr w:type="spellEnd"/>
      <w:r w:rsidRPr="00EE5138">
        <w:rPr>
          <w:rFonts w:ascii="Times New Roman" w:eastAsia="+mn-ea" w:hAnsi="Times New Roman"/>
          <w:color w:val="000000"/>
          <w:kern w:val="24"/>
          <w:sz w:val="28"/>
          <w:szCs w:val="28"/>
        </w:rPr>
        <w:t>».</w:t>
      </w:r>
    </w:p>
    <w:p w14:paraId="6C8E0BEB" w14:textId="77777777" w:rsidR="00EE5138" w:rsidRPr="00EE5138" w:rsidRDefault="00EE5138" w:rsidP="00EE5138">
      <w:pPr>
        <w:pStyle w:val="a5"/>
        <w:spacing w:before="0" w:after="0" w:line="276" w:lineRule="auto"/>
        <w:ind w:firstLine="708"/>
        <w:jc w:val="both"/>
        <w:rPr>
          <w:rFonts w:ascii="Times New Roman" w:hAnsi="Times New Roman"/>
          <w:spacing w:val="-6"/>
          <w:kern w:val="24"/>
          <w:sz w:val="28"/>
          <w:szCs w:val="28"/>
        </w:rPr>
      </w:pPr>
      <w:r w:rsidRPr="00EE5138">
        <w:rPr>
          <w:rFonts w:ascii="Times New Roman" w:hAnsi="Times New Roman"/>
          <w:kern w:val="24"/>
          <w:sz w:val="28"/>
          <w:szCs w:val="28"/>
        </w:rPr>
        <w:t xml:space="preserve">Традиционно принято участие в ежегодном заседании Совета контрольно-счетных органов при Контрольно-счетной палате Воронежской области. Основными вопросами заседания являлись итоги работы Совета КСО при КСП Воронежской области за 2023 год и </w:t>
      </w:r>
      <w:r w:rsidRPr="00EE5138">
        <w:rPr>
          <w:rFonts w:ascii="Times New Roman" w:hAnsi="Times New Roman"/>
          <w:spacing w:val="-6"/>
          <w:kern w:val="24"/>
          <w:sz w:val="28"/>
          <w:szCs w:val="28"/>
        </w:rPr>
        <w:t>план работы на 2024 год.</w:t>
      </w:r>
    </w:p>
    <w:p w14:paraId="206C190E" w14:textId="77777777" w:rsidR="00EE5138" w:rsidRPr="00EE5138" w:rsidRDefault="00EE5138" w:rsidP="00EE5138">
      <w:pPr>
        <w:pStyle w:val="a5"/>
        <w:spacing w:before="0" w:after="0" w:line="276" w:lineRule="auto"/>
        <w:ind w:firstLine="708"/>
        <w:jc w:val="both"/>
        <w:rPr>
          <w:rFonts w:ascii="Times New Roman" w:hAnsi="Times New Roman"/>
          <w:spacing w:val="-6"/>
          <w:kern w:val="24"/>
          <w:sz w:val="28"/>
          <w:szCs w:val="28"/>
        </w:rPr>
      </w:pPr>
      <w:r w:rsidRPr="00EE5138">
        <w:rPr>
          <w:rFonts w:ascii="Times New Roman" w:hAnsi="Times New Roman"/>
          <w:spacing w:val="-6"/>
          <w:kern w:val="24"/>
          <w:sz w:val="28"/>
          <w:szCs w:val="28"/>
        </w:rPr>
        <w:t>6. Основные задачи КСК Грибановского района на 2024 год.</w:t>
      </w:r>
    </w:p>
    <w:p w14:paraId="6E09EA1A" w14:textId="77777777" w:rsidR="00EE5138" w:rsidRPr="00EE5138" w:rsidRDefault="00EE5138" w:rsidP="00EE5138">
      <w:pPr>
        <w:pStyle w:val="a5"/>
        <w:spacing w:before="0"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5138">
        <w:rPr>
          <w:rFonts w:ascii="Times New Roman" w:eastAsia="+mn-ea" w:hAnsi="Times New Roman"/>
          <w:color w:val="000000"/>
          <w:kern w:val="24"/>
          <w:sz w:val="28"/>
          <w:szCs w:val="28"/>
        </w:rPr>
        <w:t>ДЕЯТЕЛЬНОСТЬ КСК ГРИБАНОВСКОГО РАЙОНА В 2024 ГОДУ НАПРАВЛЕНА НА ПОЛНОЕ И КОМПЛЕКСНОЕ ИСПОЛНЕНИЕ ЗАКОНОДАТЕЛЬНО ОПРЕДЕЛЕННЫХ ПОЛНОМОЧИЙ С УЧЕТОМ СОВРЕМЕННЫХ ТРЕБОВАНИЙ, ПРЕДЪЯВЛЯЕМЫХ К ВНЕШНЕМУ МУНИЦИПАЛЬНОМУ ФИНАНСОВОМУ КОНТРОЛЮ. План деятельности КСК на 2024 год сформирован с учетом результатов контрольных и экспертно-аналитических мероприятий предыдущих лет.</w:t>
      </w:r>
    </w:p>
    <w:p w14:paraId="0D66D43F" w14:textId="77777777" w:rsidR="00EE5138" w:rsidRPr="00EE5138" w:rsidRDefault="00EE5138" w:rsidP="00EE5138">
      <w:pPr>
        <w:pStyle w:val="a5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EE5138">
        <w:rPr>
          <w:rFonts w:ascii="Times New Roman" w:eastAsia="+mn-ea" w:hAnsi="Times New Roman"/>
          <w:color w:val="000000"/>
          <w:kern w:val="24"/>
          <w:sz w:val="28"/>
          <w:szCs w:val="28"/>
        </w:rPr>
        <w:t>Тематика мероприятий:</w:t>
      </w:r>
    </w:p>
    <w:p w14:paraId="3CE91E79" w14:textId="77777777" w:rsidR="00EE5138" w:rsidRPr="00EE5138" w:rsidRDefault="00EE5138" w:rsidP="00EE5138">
      <w:pPr>
        <w:pStyle w:val="a5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EE5138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• </w:t>
      </w:r>
      <w:r w:rsidRPr="00EE5138">
        <w:rPr>
          <w:rFonts w:ascii="Times New Roman" w:eastAsia="Calibri" w:hAnsi="Times New Roman"/>
          <w:color w:val="000000"/>
          <w:kern w:val="24"/>
          <w:sz w:val="28"/>
          <w:szCs w:val="28"/>
        </w:rPr>
        <w:t>Проверка законности и результативности расходования бюджетных средств, выделенных МКУК «</w:t>
      </w:r>
      <w:proofErr w:type="spellStart"/>
      <w:r w:rsidRPr="00EE5138">
        <w:rPr>
          <w:rFonts w:ascii="Times New Roman" w:eastAsia="Calibri" w:hAnsi="Times New Roman"/>
          <w:color w:val="000000"/>
          <w:kern w:val="24"/>
          <w:sz w:val="28"/>
          <w:szCs w:val="28"/>
        </w:rPr>
        <w:t>Межпоселенческая</w:t>
      </w:r>
      <w:proofErr w:type="spellEnd"/>
      <w:r w:rsidRPr="00EE5138">
        <w:rPr>
          <w:rFonts w:ascii="Times New Roman" w:eastAsia="Calibri" w:hAnsi="Times New Roman"/>
          <w:color w:val="000000"/>
          <w:kern w:val="24"/>
          <w:sz w:val="28"/>
          <w:szCs w:val="28"/>
        </w:rPr>
        <w:t xml:space="preserve"> библиотека Грибановского муниципального района» </w:t>
      </w:r>
    </w:p>
    <w:p w14:paraId="5642DA87" w14:textId="77777777" w:rsidR="00EE5138" w:rsidRPr="00EE5138" w:rsidRDefault="00EE5138" w:rsidP="00EE5138">
      <w:pPr>
        <w:pStyle w:val="a5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EE5138">
        <w:rPr>
          <w:rFonts w:ascii="Times New Roman" w:eastAsia="Calibri" w:hAnsi="Times New Roman"/>
          <w:color w:val="000000"/>
          <w:kern w:val="24"/>
          <w:sz w:val="28"/>
          <w:szCs w:val="28"/>
        </w:rPr>
        <w:t>в 2022-2023 годах;</w:t>
      </w:r>
    </w:p>
    <w:p w14:paraId="5DC64D53" w14:textId="77777777" w:rsidR="00EE5138" w:rsidRPr="00EE5138" w:rsidRDefault="00EE5138" w:rsidP="00EE5138">
      <w:pPr>
        <w:pStyle w:val="a5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EE5138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• </w:t>
      </w:r>
      <w:r w:rsidRPr="00EE5138">
        <w:rPr>
          <w:rFonts w:ascii="Times New Roman" w:hAnsi="Times New Roman"/>
          <w:color w:val="000000"/>
          <w:kern w:val="24"/>
          <w:sz w:val="28"/>
          <w:szCs w:val="28"/>
        </w:rPr>
        <w:t>Проверка законности и результативности расходования бюджетных средств, выделенных МКДОУ «Грибановский детский сад № 1» в 2022-2023 годах;</w:t>
      </w:r>
    </w:p>
    <w:p w14:paraId="1B9152A7" w14:textId="77777777" w:rsidR="00EE5138" w:rsidRPr="00EE5138" w:rsidRDefault="00EE5138" w:rsidP="00EE5138">
      <w:pPr>
        <w:pStyle w:val="a5"/>
        <w:spacing w:before="0" w:after="0" w:line="276" w:lineRule="auto"/>
        <w:jc w:val="both"/>
        <w:rPr>
          <w:rFonts w:ascii="Times New Roman" w:hAnsi="Times New Roman"/>
          <w:color w:val="000000"/>
          <w:kern w:val="24"/>
          <w:sz w:val="28"/>
          <w:szCs w:val="28"/>
        </w:rPr>
      </w:pPr>
      <w:r w:rsidRPr="00EE5138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• </w:t>
      </w:r>
      <w:r w:rsidRPr="00EE5138">
        <w:rPr>
          <w:rFonts w:ascii="Times New Roman" w:hAnsi="Times New Roman"/>
          <w:color w:val="000000"/>
          <w:kern w:val="24"/>
          <w:sz w:val="28"/>
          <w:szCs w:val="28"/>
        </w:rPr>
        <w:t>Внешняя проверка бюджетной отчетности за 2022-2023 годы получателей средств бюджета Грибановского муниципального района Воронежской области.</w:t>
      </w:r>
    </w:p>
    <w:p w14:paraId="311CA0EB" w14:textId="77777777" w:rsidR="00EE5138" w:rsidRPr="00EE5138" w:rsidRDefault="00EE5138" w:rsidP="00EE5138">
      <w:pPr>
        <w:pStyle w:val="a5"/>
        <w:spacing w:before="0" w:after="0"/>
        <w:rPr>
          <w:rFonts w:ascii="Times New Roman" w:hAnsi="Times New Roman"/>
          <w:sz w:val="28"/>
          <w:szCs w:val="28"/>
        </w:rPr>
      </w:pPr>
      <w:r w:rsidRPr="00EE5138">
        <w:rPr>
          <w:rFonts w:ascii="Times New Roman" w:eastAsia="+mn-ea" w:hAnsi="Times New Roman"/>
          <w:color w:val="000000"/>
          <w:kern w:val="24"/>
          <w:sz w:val="28"/>
          <w:szCs w:val="28"/>
        </w:rPr>
        <w:t>Так же запланировано проведение:</w:t>
      </w:r>
    </w:p>
    <w:p w14:paraId="32561F74" w14:textId="77777777" w:rsidR="00EE5138" w:rsidRPr="00EE5138" w:rsidRDefault="00EE5138" w:rsidP="00EE5138">
      <w:pPr>
        <w:pStyle w:val="a5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EE5138">
        <w:rPr>
          <w:rFonts w:ascii="Times New Roman" w:eastAsia="+mn-ea" w:hAnsi="Times New Roman"/>
          <w:color w:val="000000"/>
          <w:kern w:val="24"/>
          <w:sz w:val="28"/>
          <w:szCs w:val="28"/>
        </w:rPr>
        <w:t>• оперативного контроля исполнения районного бюджета и бюджетов городского и сельских поселений;</w:t>
      </w:r>
    </w:p>
    <w:p w14:paraId="2D0174F1" w14:textId="77777777" w:rsidR="00EE5138" w:rsidRPr="00EE5138" w:rsidRDefault="00EE5138" w:rsidP="00EE5138">
      <w:pPr>
        <w:pStyle w:val="a5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EE5138">
        <w:rPr>
          <w:rFonts w:ascii="Times New Roman" w:eastAsia="+mn-ea" w:hAnsi="Times New Roman"/>
          <w:color w:val="000000"/>
          <w:kern w:val="24"/>
          <w:sz w:val="28"/>
          <w:szCs w:val="28"/>
        </w:rPr>
        <w:t>• аудита закупок для обеспечения муниципальных нужд;</w:t>
      </w:r>
    </w:p>
    <w:p w14:paraId="2BF00630" w14:textId="77777777" w:rsidR="00EE5138" w:rsidRPr="00EE5138" w:rsidRDefault="00EE5138" w:rsidP="00EE5138">
      <w:pPr>
        <w:pStyle w:val="a5"/>
        <w:spacing w:before="0" w:after="0" w:line="276" w:lineRule="auto"/>
        <w:jc w:val="both"/>
        <w:rPr>
          <w:rFonts w:ascii="Times New Roman" w:hAnsi="Times New Roman"/>
          <w:color w:val="000000"/>
          <w:kern w:val="24"/>
          <w:sz w:val="28"/>
          <w:szCs w:val="28"/>
        </w:rPr>
      </w:pPr>
      <w:r w:rsidRPr="00EE5138">
        <w:rPr>
          <w:rFonts w:ascii="Times New Roman" w:eastAsia="+mn-ea" w:hAnsi="Times New Roman"/>
          <w:color w:val="000000"/>
          <w:kern w:val="24"/>
          <w:sz w:val="28"/>
          <w:szCs w:val="28"/>
        </w:rPr>
        <w:t>•  дальнейшей работы по актуализации</w:t>
      </w:r>
      <w:r w:rsidRPr="00EE5138">
        <w:rPr>
          <w:rFonts w:ascii="Times New Roman" w:hAnsi="Times New Roman"/>
          <w:color w:val="000000"/>
          <w:kern w:val="24"/>
          <w:sz w:val="28"/>
          <w:szCs w:val="28"/>
        </w:rPr>
        <w:t xml:space="preserve"> внутренних нормативно правовых документов, приведение стандартов внешнего финансового контроля в соответствие с действующим законодательством и многое другое.</w:t>
      </w:r>
    </w:p>
    <w:p w14:paraId="322A219A" w14:textId="77777777" w:rsidR="00EE5138" w:rsidRDefault="00EE5138" w:rsidP="00EE5138">
      <w:pPr>
        <w:pStyle w:val="a5"/>
        <w:spacing w:before="0" w:after="0" w:line="276" w:lineRule="auto"/>
        <w:jc w:val="both"/>
        <w:rPr>
          <w:rFonts w:cs="+mn-cs"/>
          <w:color w:val="000000"/>
          <w:kern w:val="24"/>
          <w:sz w:val="28"/>
          <w:szCs w:val="28"/>
        </w:rPr>
      </w:pPr>
    </w:p>
    <w:p w14:paraId="1557D356" w14:textId="77777777" w:rsidR="00EE5138" w:rsidRPr="00642099" w:rsidRDefault="00EE5138">
      <w:pPr>
        <w:ind w:firstLine="0"/>
        <w:rPr>
          <w:rFonts w:ascii="Times New Roman" w:hAnsi="Times New Roman"/>
          <w:bCs/>
          <w:iCs/>
          <w:sz w:val="28"/>
          <w:szCs w:val="28"/>
        </w:rPr>
      </w:pPr>
    </w:p>
    <w:sectPr w:rsidR="00EE5138" w:rsidRPr="00642099" w:rsidSect="00A365F1">
      <w:pgSz w:w="11906" w:h="16838"/>
      <w:pgMar w:top="1134" w:right="566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195004" w14:textId="77777777" w:rsidR="000A17A2" w:rsidRDefault="000A17A2" w:rsidP="002F1EE1">
      <w:r>
        <w:separator/>
      </w:r>
    </w:p>
  </w:endnote>
  <w:endnote w:type="continuationSeparator" w:id="0">
    <w:p w14:paraId="67CB7118" w14:textId="77777777" w:rsidR="000A17A2" w:rsidRDefault="000A17A2" w:rsidP="002F1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n-ea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C21F5F" w14:textId="77777777" w:rsidR="000A17A2" w:rsidRDefault="000A17A2" w:rsidP="002F1EE1">
      <w:r>
        <w:separator/>
      </w:r>
    </w:p>
  </w:footnote>
  <w:footnote w:type="continuationSeparator" w:id="0">
    <w:p w14:paraId="0AF009F7" w14:textId="77777777" w:rsidR="000A17A2" w:rsidRDefault="000A17A2" w:rsidP="002F1E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2200B83C"/>
    <w:lvl w:ilvl="0">
      <w:numFmt w:val="bullet"/>
      <w:lvlText w:val="*"/>
      <w:lvlJc w:val="left"/>
    </w:lvl>
  </w:abstractNum>
  <w:abstractNum w:abstractNumId="1" w15:restartNumberingAfterBreak="0">
    <w:nsid w:val="00C839C0"/>
    <w:multiLevelType w:val="singleLevel"/>
    <w:tmpl w:val="8166AFBA"/>
    <w:lvl w:ilvl="0">
      <w:start w:val="10"/>
      <w:numFmt w:val="decimal"/>
      <w:lvlText w:val="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0E603DA"/>
    <w:multiLevelType w:val="hybridMultilevel"/>
    <w:tmpl w:val="3FDA157E"/>
    <w:lvl w:ilvl="0" w:tplc="EA86AAE0">
      <w:start w:val="1"/>
      <w:numFmt w:val="decimal"/>
      <w:lvlText w:val="%1."/>
      <w:lvlJc w:val="left"/>
      <w:pPr>
        <w:tabs>
          <w:tab w:val="num" w:pos="1155"/>
        </w:tabs>
        <w:ind w:left="1155" w:hanging="450"/>
      </w:pPr>
      <w:rPr>
        <w:rFonts w:cs="Times New Roman" w:hint="default"/>
      </w:rPr>
    </w:lvl>
    <w:lvl w:ilvl="1" w:tplc="F67A2A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CC207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F6824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DDCBD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DE1D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FE41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5D203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E4E5F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189957CC"/>
    <w:multiLevelType w:val="hybridMultilevel"/>
    <w:tmpl w:val="EDC681FA"/>
    <w:lvl w:ilvl="0" w:tplc="77020B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09E1BDC"/>
    <w:multiLevelType w:val="hybridMultilevel"/>
    <w:tmpl w:val="C6FEB332"/>
    <w:lvl w:ilvl="0" w:tplc="265CDE88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4E3D42D8"/>
    <w:multiLevelType w:val="hybridMultilevel"/>
    <w:tmpl w:val="FB00E0BA"/>
    <w:lvl w:ilvl="0" w:tplc="20527054">
      <w:start w:val="1"/>
      <w:numFmt w:val="decimal"/>
      <w:lvlText w:val="%1."/>
      <w:lvlJc w:val="left"/>
      <w:pPr>
        <w:ind w:left="376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0761098"/>
    <w:multiLevelType w:val="hybridMultilevel"/>
    <w:tmpl w:val="EFA415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A160A1"/>
    <w:multiLevelType w:val="hybridMultilevel"/>
    <w:tmpl w:val="96CEFADA"/>
    <w:lvl w:ilvl="0" w:tplc="96FCB79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563C77B7"/>
    <w:multiLevelType w:val="hybridMultilevel"/>
    <w:tmpl w:val="C3B6AF0C"/>
    <w:lvl w:ilvl="0" w:tplc="132CFCE2">
      <w:start w:val="1"/>
      <w:numFmt w:val="decimal"/>
      <w:lvlText w:val="%1."/>
      <w:lvlJc w:val="left"/>
      <w:pPr>
        <w:ind w:left="1213" w:hanging="504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7830098"/>
    <w:multiLevelType w:val="hybridMultilevel"/>
    <w:tmpl w:val="E2EE53AE"/>
    <w:lvl w:ilvl="0" w:tplc="C1B4A3AE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  <w:rPr>
        <w:rFonts w:cs="Times New Roman"/>
      </w:rPr>
    </w:lvl>
  </w:abstractNum>
  <w:abstractNum w:abstractNumId="10" w15:restartNumberingAfterBreak="0">
    <w:nsid w:val="5937637A"/>
    <w:multiLevelType w:val="hybridMultilevel"/>
    <w:tmpl w:val="3FFAE826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1" w15:restartNumberingAfterBreak="0">
    <w:nsid w:val="5D9976D4"/>
    <w:multiLevelType w:val="hybridMultilevel"/>
    <w:tmpl w:val="604A8A2A"/>
    <w:lvl w:ilvl="0" w:tplc="3AEAB5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6AC8531E"/>
    <w:multiLevelType w:val="hybridMultilevel"/>
    <w:tmpl w:val="DA2AFD88"/>
    <w:lvl w:ilvl="0" w:tplc="414A375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1D70F81"/>
    <w:multiLevelType w:val="hybridMultilevel"/>
    <w:tmpl w:val="A0BCEB90"/>
    <w:lvl w:ilvl="0" w:tplc="143A67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7D207D6"/>
    <w:multiLevelType w:val="singleLevel"/>
    <w:tmpl w:val="A9909992"/>
    <w:lvl w:ilvl="0">
      <w:start w:val="5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num w:numId="1" w16cid:durableId="608857173">
    <w:abstractNumId w:val="9"/>
  </w:num>
  <w:num w:numId="2" w16cid:durableId="576205888">
    <w:abstractNumId w:val="2"/>
  </w:num>
  <w:num w:numId="3" w16cid:durableId="1161390018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Arial" w:hAnsi="Arial" w:hint="default"/>
        </w:rPr>
      </w:lvl>
    </w:lvlOverride>
  </w:num>
  <w:num w:numId="4" w16cid:durableId="1615333417">
    <w:abstractNumId w:val="0"/>
    <w:lvlOverride w:ilvl="0">
      <w:lvl w:ilvl="0">
        <w:numFmt w:val="bullet"/>
        <w:lvlText w:val="-"/>
        <w:legacy w:legacy="1" w:legacySpace="0" w:legacyIndent="230"/>
        <w:lvlJc w:val="left"/>
        <w:rPr>
          <w:rFonts w:ascii="Arial" w:hAnsi="Arial" w:hint="default"/>
        </w:rPr>
      </w:lvl>
    </w:lvlOverride>
  </w:num>
  <w:num w:numId="5" w16cid:durableId="855267247">
    <w:abstractNumId w:val="0"/>
    <w:lvlOverride w:ilvl="0">
      <w:lvl w:ilvl="0">
        <w:numFmt w:val="bullet"/>
        <w:lvlText w:val="-"/>
        <w:legacy w:legacy="1" w:legacySpace="0" w:legacyIndent="120"/>
        <w:lvlJc w:val="left"/>
        <w:rPr>
          <w:rFonts w:ascii="Arial" w:hAnsi="Arial" w:hint="default"/>
        </w:rPr>
      </w:lvl>
    </w:lvlOverride>
  </w:num>
  <w:num w:numId="6" w16cid:durableId="1147547276">
    <w:abstractNumId w:val="12"/>
  </w:num>
  <w:num w:numId="7" w16cid:durableId="77903137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10672811">
    <w:abstractNumId w:val="7"/>
  </w:num>
  <w:num w:numId="9" w16cid:durableId="1642272052">
    <w:abstractNumId w:val="6"/>
  </w:num>
  <w:num w:numId="10" w16cid:durableId="43526295">
    <w:abstractNumId w:val="4"/>
  </w:num>
  <w:num w:numId="11" w16cid:durableId="1527598444">
    <w:abstractNumId w:val="11"/>
  </w:num>
  <w:num w:numId="12" w16cid:durableId="1968467803">
    <w:abstractNumId w:val="14"/>
  </w:num>
  <w:num w:numId="13" w16cid:durableId="2023966279">
    <w:abstractNumId w:val="1"/>
  </w:num>
  <w:num w:numId="14" w16cid:durableId="1143931287">
    <w:abstractNumId w:val="10"/>
  </w:num>
  <w:num w:numId="15" w16cid:durableId="345906636">
    <w:abstractNumId w:val="5"/>
  </w:num>
  <w:num w:numId="16" w16cid:durableId="1840539132">
    <w:abstractNumId w:val="3"/>
  </w:num>
  <w:num w:numId="17" w16cid:durableId="1606771270">
    <w:abstractNumId w:val="13"/>
  </w:num>
  <w:num w:numId="18" w16cid:durableId="9803532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6CB"/>
    <w:rsid w:val="00017B55"/>
    <w:rsid w:val="000225DF"/>
    <w:rsid w:val="00022CE2"/>
    <w:rsid w:val="000248BD"/>
    <w:rsid w:val="0003086F"/>
    <w:rsid w:val="000322FE"/>
    <w:rsid w:val="0003236D"/>
    <w:rsid w:val="000421B0"/>
    <w:rsid w:val="000573B1"/>
    <w:rsid w:val="00067B00"/>
    <w:rsid w:val="0007524C"/>
    <w:rsid w:val="00081563"/>
    <w:rsid w:val="000931D3"/>
    <w:rsid w:val="000A17A2"/>
    <w:rsid w:val="000A56CB"/>
    <w:rsid w:val="000A6131"/>
    <w:rsid w:val="000B5955"/>
    <w:rsid w:val="000B7E9B"/>
    <w:rsid w:val="000C0D80"/>
    <w:rsid w:val="000C3167"/>
    <w:rsid w:val="000C36DB"/>
    <w:rsid w:val="000C6D94"/>
    <w:rsid w:val="000D333E"/>
    <w:rsid w:val="000D72D7"/>
    <w:rsid w:val="000D7EA3"/>
    <w:rsid w:val="000E2787"/>
    <w:rsid w:val="000F46F8"/>
    <w:rsid w:val="001005B3"/>
    <w:rsid w:val="00113DAE"/>
    <w:rsid w:val="00116E14"/>
    <w:rsid w:val="00126094"/>
    <w:rsid w:val="00136289"/>
    <w:rsid w:val="001376EF"/>
    <w:rsid w:val="00137D9C"/>
    <w:rsid w:val="00143A1A"/>
    <w:rsid w:val="001505A3"/>
    <w:rsid w:val="00157032"/>
    <w:rsid w:val="0017326E"/>
    <w:rsid w:val="0017575A"/>
    <w:rsid w:val="00195AEE"/>
    <w:rsid w:val="00197AA3"/>
    <w:rsid w:val="001A372B"/>
    <w:rsid w:val="001C137B"/>
    <w:rsid w:val="001D461C"/>
    <w:rsid w:val="001E1132"/>
    <w:rsid w:val="001E2BC3"/>
    <w:rsid w:val="001E7419"/>
    <w:rsid w:val="002007EE"/>
    <w:rsid w:val="00201248"/>
    <w:rsid w:val="00204EDB"/>
    <w:rsid w:val="00216C44"/>
    <w:rsid w:val="00230CE3"/>
    <w:rsid w:val="00232CFA"/>
    <w:rsid w:val="002413B6"/>
    <w:rsid w:val="00246AEB"/>
    <w:rsid w:val="002670E8"/>
    <w:rsid w:val="00267320"/>
    <w:rsid w:val="002915C2"/>
    <w:rsid w:val="0029201B"/>
    <w:rsid w:val="0029475F"/>
    <w:rsid w:val="00295B5E"/>
    <w:rsid w:val="00295D40"/>
    <w:rsid w:val="002A684A"/>
    <w:rsid w:val="002B0192"/>
    <w:rsid w:val="002B72ED"/>
    <w:rsid w:val="002C2E4B"/>
    <w:rsid w:val="002C4C18"/>
    <w:rsid w:val="002D1F02"/>
    <w:rsid w:val="002D3B6C"/>
    <w:rsid w:val="002D5975"/>
    <w:rsid w:val="002E0533"/>
    <w:rsid w:val="002F1EE1"/>
    <w:rsid w:val="002F4846"/>
    <w:rsid w:val="002F77D1"/>
    <w:rsid w:val="002F7D00"/>
    <w:rsid w:val="003068EE"/>
    <w:rsid w:val="0031357E"/>
    <w:rsid w:val="003137D7"/>
    <w:rsid w:val="00323C30"/>
    <w:rsid w:val="0032422F"/>
    <w:rsid w:val="003333A9"/>
    <w:rsid w:val="00335C5B"/>
    <w:rsid w:val="003370E4"/>
    <w:rsid w:val="003378D7"/>
    <w:rsid w:val="00340AF9"/>
    <w:rsid w:val="00344B28"/>
    <w:rsid w:val="00345F1C"/>
    <w:rsid w:val="00360B46"/>
    <w:rsid w:val="0036168A"/>
    <w:rsid w:val="00365A24"/>
    <w:rsid w:val="00374182"/>
    <w:rsid w:val="00376110"/>
    <w:rsid w:val="0037616B"/>
    <w:rsid w:val="0038096D"/>
    <w:rsid w:val="00382EF4"/>
    <w:rsid w:val="003863EF"/>
    <w:rsid w:val="00386948"/>
    <w:rsid w:val="003A77FF"/>
    <w:rsid w:val="003B2362"/>
    <w:rsid w:val="003B6DAE"/>
    <w:rsid w:val="003C0329"/>
    <w:rsid w:val="003C2855"/>
    <w:rsid w:val="003D61F3"/>
    <w:rsid w:val="003D6BF6"/>
    <w:rsid w:val="003E1675"/>
    <w:rsid w:val="003E361F"/>
    <w:rsid w:val="003F5319"/>
    <w:rsid w:val="0040125E"/>
    <w:rsid w:val="00421FBA"/>
    <w:rsid w:val="00437698"/>
    <w:rsid w:val="00450D30"/>
    <w:rsid w:val="004558A5"/>
    <w:rsid w:val="00460ABE"/>
    <w:rsid w:val="0046508B"/>
    <w:rsid w:val="004661F3"/>
    <w:rsid w:val="00467A1F"/>
    <w:rsid w:val="004735DC"/>
    <w:rsid w:val="00473EB7"/>
    <w:rsid w:val="00481734"/>
    <w:rsid w:val="00487F13"/>
    <w:rsid w:val="0049634A"/>
    <w:rsid w:val="004B3B77"/>
    <w:rsid w:val="004B5CEF"/>
    <w:rsid w:val="004C4B72"/>
    <w:rsid w:val="004C7C56"/>
    <w:rsid w:val="004D027C"/>
    <w:rsid w:val="004D0AFC"/>
    <w:rsid w:val="004D11DF"/>
    <w:rsid w:val="004D3F8E"/>
    <w:rsid w:val="004D742D"/>
    <w:rsid w:val="004F7185"/>
    <w:rsid w:val="0050200C"/>
    <w:rsid w:val="00502DDA"/>
    <w:rsid w:val="00504AA1"/>
    <w:rsid w:val="00506938"/>
    <w:rsid w:val="00512256"/>
    <w:rsid w:val="00512A44"/>
    <w:rsid w:val="005156C7"/>
    <w:rsid w:val="00515B4A"/>
    <w:rsid w:val="00524507"/>
    <w:rsid w:val="00534BDE"/>
    <w:rsid w:val="00542EBB"/>
    <w:rsid w:val="00544EFC"/>
    <w:rsid w:val="00547C62"/>
    <w:rsid w:val="00564A87"/>
    <w:rsid w:val="0057344A"/>
    <w:rsid w:val="005814BE"/>
    <w:rsid w:val="0058311A"/>
    <w:rsid w:val="00587F0C"/>
    <w:rsid w:val="005A60F4"/>
    <w:rsid w:val="005B0CAE"/>
    <w:rsid w:val="005B0D14"/>
    <w:rsid w:val="005C05EC"/>
    <w:rsid w:val="005C0EA8"/>
    <w:rsid w:val="005C3878"/>
    <w:rsid w:val="005D0F70"/>
    <w:rsid w:val="005D0FBE"/>
    <w:rsid w:val="005E2E83"/>
    <w:rsid w:val="006048C9"/>
    <w:rsid w:val="00606213"/>
    <w:rsid w:val="006070CB"/>
    <w:rsid w:val="006072C1"/>
    <w:rsid w:val="0061548F"/>
    <w:rsid w:val="00626121"/>
    <w:rsid w:val="00633B62"/>
    <w:rsid w:val="0064019A"/>
    <w:rsid w:val="00640969"/>
    <w:rsid w:val="00640A6A"/>
    <w:rsid w:val="00642099"/>
    <w:rsid w:val="0064306D"/>
    <w:rsid w:val="00646C4F"/>
    <w:rsid w:val="00650108"/>
    <w:rsid w:val="00651993"/>
    <w:rsid w:val="00656102"/>
    <w:rsid w:val="00671C4F"/>
    <w:rsid w:val="00672078"/>
    <w:rsid w:val="0067516E"/>
    <w:rsid w:val="006763AC"/>
    <w:rsid w:val="00677ADB"/>
    <w:rsid w:val="006838B4"/>
    <w:rsid w:val="00691881"/>
    <w:rsid w:val="00693853"/>
    <w:rsid w:val="00693D36"/>
    <w:rsid w:val="00694186"/>
    <w:rsid w:val="006B080B"/>
    <w:rsid w:val="006B42A3"/>
    <w:rsid w:val="006C21A4"/>
    <w:rsid w:val="006D2B28"/>
    <w:rsid w:val="006D77E0"/>
    <w:rsid w:val="006E56BC"/>
    <w:rsid w:val="006F50B7"/>
    <w:rsid w:val="007019B6"/>
    <w:rsid w:val="007033A7"/>
    <w:rsid w:val="00705BCF"/>
    <w:rsid w:val="0071365B"/>
    <w:rsid w:val="00717E6C"/>
    <w:rsid w:val="0072799D"/>
    <w:rsid w:val="00734B19"/>
    <w:rsid w:val="00735A09"/>
    <w:rsid w:val="00735F1A"/>
    <w:rsid w:val="00740134"/>
    <w:rsid w:val="007403CD"/>
    <w:rsid w:val="00741FB3"/>
    <w:rsid w:val="007501AC"/>
    <w:rsid w:val="00753361"/>
    <w:rsid w:val="00755C1F"/>
    <w:rsid w:val="007562D6"/>
    <w:rsid w:val="0076384C"/>
    <w:rsid w:val="00763FB5"/>
    <w:rsid w:val="00767549"/>
    <w:rsid w:val="007764D0"/>
    <w:rsid w:val="007828D3"/>
    <w:rsid w:val="00785618"/>
    <w:rsid w:val="00786166"/>
    <w:rsid w:val="007867B5"/>
    <w:rsid w:val="007933E3"/>
    <w:rsid w:val="0079574C"/>
    <w:rsid w:val="00796222"/>
    <w:rsid w:val="00796F32"/>
    <w:rsid w:val="007A2172"/>
    <w:rsid w:val="007A3001"/>
    <w:rsid w:val="007A79DF"/>
    <w:rsid w:val="007B0763"/>
    <w:rsid w:val="007B3967"/>
    <w:rsid w:val="007B492B"/>
    <w:rsid w:val="007B5C54"/>
    <w:rsid w:val="007C0B93"/>
    <w:rsid w:val="007C3D7A"/>
    <w:rsid w:val="007C473C"/>
    <w:rsid w:val="007C71DB"/>
    <w:rsid w:val="007C759F"/>
    <w:rsid w:val="007F3987"/>
    <w:rsid w:val="007F73FF"/>
    <w:rsid w:val="00813452"/>
    <w:rsid w:val="0081677A"/>
    <w:rsid w:val="00816D0F"/>
    <w:rsid w:val="0082153F"/>
    <w:rsid w:val="008235E2"/>
    <w:rsid w:val="00837B89"/>
    <w:rsid w:val="0084620B"/>
    <w:rsid w:val="00847CCD"/>
    <w:rsid w:val="00857FFE"/>
    <w:rsid w:val="00863CA9"/>
    <w:rsid w:val="0086723C"/>
    <w:rsid w:val="00870132"/>
    <w:rsid w:val="008818C5"/>
    <w:rsid w:val="00885247"/>
    <w:rsid w:val="00885641"/>
    <w:rsid w:val="00890B17"/>
    <w:rsid w:val="00895F9A"/>
    <w:rsid w:val="008A6576"/>
    <w:rsid w:val="008C0600"/>
    <w:rsid w:val="008C0B6D"/>
    <w:rsid w:val="008C78C5"/>
    <w:rsid w:val="008D460A"/>
    <w:rsid w:val="008D5820"/>
    <w:rsid w:val="008E544F"/>
    <w:rsid w:val="008E6090"/>
    <w:rsid w:val="008E6FA1"/>
    <w:rsid w:val="008E7A2E"/>
    <w:rsid w:val="008F0CEA"/>
    <w:rsid w:val="008F1285"/>
    <w:rsid w:val="00904CA6"/>
    <w:rsid w:val="00916C6F"/>
    <w:rsid w:val="009227E1"/>
    <w:rsid w:val="00924A8E"/>
    <w:rsid w:val="00931249"/>
    <w:rsid w:val="009441BD"/>
    <w:rsid w:val="00944F40"/>
    <w:rsid w:val="009522F4"/>
    <w:rsid w:val="00953F3B"/>
    <w:rsid w:val="00963F3F"/>
    <w:rsid w:val="009759DB"/>
    <w:rsid w:val="009819EB"/>
    <w:rsid w:val="009B1249"/>
    <w:rsid w:val="009B15E9"/>
    <w:rsid w:val="009B3752"/>
    <w:rsid w:val="009B4859"/>
    <w:rsid w:val="009C1D7D"/>
    <w:rsid w:val="009C2BB6"/>
    <w:rsid w:val="009C5366"/>
    <w:rsid w:val="009D238B"/>
    <w:rsid w:val="009D457F"/>
    <w:rsid w:val="009D5B0F"/>
    <w:rsid w:val="009F0F94"/>
    <w:rsid w:val="009F40C8"/>
    <w:rsid w:val="009F5429"/>
    <w:rsid w:val="00A013A9"/>
    <w:rsid w:val="00A13FE7"/>
    <w:rsid w:val="00A21725"/>
    <w:rsid w:val="00A23F72"/>
    <w:rsid w:val="00A25B24"/>
    <w:rsid w:val="00A270B2"/>
    <w:rsid w:val="00A3421D"/>
    <w:rsid w:val="00A365F1"/>
    <w:rsid w:val="00A53E73"/>
    <w:rsid w:val="00A66DB3"/>
    <w:rsid w:val="00A73A65"/>
    <w:rsid w:val="00A741B0"/>
    <w:rsid w:val="00A7618D"/>
    <w:rsid w:val="00A8013B"/>
    <w:rsid w:val="00A846F3"/>
    <w:rsid w:val="00A85BF1"/>
    <w:rsid w:val="00A93941"/>
    <w:rsid w:val="00A9704D"/>
    <w:rsid w:val="00AA12A7"/>
    <w:rsid w:val="00AA53FA"/>
    <w:rsid w:val="00AB0F45"/>
    <w:rsid w:val="00AB1E81"/>
    <w:rsid w:val="00AB668F"/>
    <w:rsid w:val="00AB7E55"/>
    <w:rsid w:val="00AC157A"/>
    <w:rsid w:val="00AC35D1"/>
    <w:rsid w:val="00AC3CB2"/>
    <w:rsid w:val="00AC5D04"/>
    <w:rsid w:val="00AC682A"/>
    <w:rsid w:val="00AD13D3"/>
    <w:rsid w:val="00AD5BA1"/>
    <w:rsid w:val="00AD666B"/>
    <w:rsid w:val="00AE2B3E"/>
    <w:rsid w:val="00AF0C6E"/>
    <w:rsid w:val="00B008C7"/>
    <w:rsid w:val="00B00FA1"/>
    <w:rsid w:val="00B14553"/>
    <w:rsid w:val="00B21EDD"/>
    <w:rsid w:val="00B31446"/>
    <w:rsid w:val="00B33DA9"/>
    <w:rsid w:val="00B3579A"/>
    <w:rsid w:val="00B400E3"/>
    <w:rsid w:val="00B45691"/>
    <w:rsid w:val="00B604BF"/>
    <w:rsid w:val="00B67275"/>
    <w:rsid w:val="00B7281C"/>
    <w:rsid w:val="00B73958"/>
    <w:rsid w:val="00B837D0"/>
    <w:rsid w:val="00B86F41"/>
    <w:rsid w:val="00BA1DB3"/>
    <w:rsid w:val="00BA327C"/>
    <w:rsid w:val="00BA6905"/>
    <w:rsid w:val="00BB2D3B"/>
    <w:rsid w:val="00BC19EA"/>
    <w:rsid w:val="00BC4378"/>
    <w:rsid w:val="00BC5522"/>
    <w:rsid w:val="00BE08EA"/>
    <w:rsid w:val="00BF5765"/>
    <w:rsid w:val="00C01A23"/>
    <w:rsid w:val="00C05FFC"/>
    <w:rsid w:val="00C11FD9"/>
    <w:rsid w:val="00C12379"/>
    <w:rsid w:val="00C27B2A"/>
    <w:rsid w:val="00C311AC"/>
    <w:rsid w:val="00C3651C"/>
    <w:rsid w:val="00C41025"/>
    <w:rsid w:val="00C43BBE"/>
    <w:rsid w:val="00C47BDA"/>
    <w:rsid w:val="00C5335E"/>
    <w:rsid w:val="00C545A9"/>
    <w:rsid w:val="00C575AC"/>
    <w:rsid w:val="00C6122C"/>
    <w:rsid w:val="00C628A9"/>
    <w:rsid w:val="00C67D51"/>
    <w:rsid w:val="00C73CBC"/>
    <w:rsid w:val="00C74AAA"/>
    <w:rsid w:val="00C80DC0"/>
    <w:rsid w:val="00C81313"/>
    <w:rsid w:val="00C8264D"/>
    <w:rsid w:val="00C92619"/>
    <w:rsid w:val="00C9467D"/>
    <w:rsid w:val="00CA3A83"/>
    <w:rsid w:val="00CA6047"/>
    <w:rsid w:val="00CB1E1A"/>
    <w:rsid w:val="00CC3467"/>
    <w:rsid w:val="00CC3501"/>
    <w:rsid w:val="00CC4B3A"/>
    <w:rsid w:val="00CD4AF0"/>
    <w:rsid w:val="00CD64EF"/>
    <w:rsid w:val="00CE007C"/>
    <w:rsid w:val="00CE48DD"/>
    <w:rsid w:val="00CF2B1F"/>
    <w:rsid w:val="00CF5E76"/>
    <w:rsid w:val="00CF6C28"/>
    <w:rsid w:val="00CF7254"/>
    <w:rsid w:val="00D00EB7"/>
    <w:rsid w:val="00D011EA"/>
    <w:rsid w:val="00D013E4"/>
    <w:rsid w:val="00D023B4"/>
    <w:rsid w:val="00D057E6"/>
    <w:rsid w:val="00D05CB1"/>
    <w:rsid w:val="00D07EA6"/>
    <w:rsid w:val="00D20753"/>
    <w:rsid w:val="00D21295"/>
    <w:rsid w:val="00D26E25"/>
    <w:rsid w:val="00D2721B"/>
    <w:rsid w:val="00D3107B"/>
    <w:rsid w:val="00D33920"/>
    <w:rsid w:val="00D34B0C"/>
    <w:rsid w:val="00D40909"/>
    <w:rsid w:val="00D40A82"/>
    <w:rsid w:val="00D44F07"/>
    <w:rsid w:val="00D470F9"/>
    <w:rsid w:val="00D5280F"/>
    <w:rsid w:val="00D550E5"/>
    <w:rsid w:val="00D562C5"/>
    <w:rsid w:val="00D57E9B"/>
    <w:rsid w:val="00D65737"/>
    <w:rsid w:val="00D65CED"/>
    <w:rsid w:val="00D74AB9"/>
    <w:rsid w:val="00D81D5C"/>
    <w:rsid w:val="00D862E5"/>
    <w:rsid w:val="00D942D3"/>
    <w:rsid w:val="00DA3ECC"/>
    <w:rsid w:val="00DA44CC"/>
    <w:rsid w:val="00DB3C29"/>
    <w:rsid w:val="00DB5ABC"/>
    <w:rsid w:val="00DC2358"/>
    <w:rsid w:val="00DC64B9"/>
    <w:rsid w:val="00DD346C"/>
    <w:rsid w:val="00DD3D6D"/>
    <w:rsid w:val="00DE26D0"/>
    <w:rsid w:val="00DE3BAC"/>
    <w:rsid w:val="00DE5FCD"/>
    <w:rsid w:val="00E03C15"/>
    <w:rsid w:val="00E03CD4"/>
    <w:rsid w:val="00E11F39"/>
    <w:rsid w:val="00E142E9"/>
    <w:rsid w:val="00E249F1"/>
    <w:rsid w:val="00E250E8"/>
    <w:rsid w:val="00E25339"/>
    <w:rsid w:val="00E26563"/>
    <w:rsid w:val="00E31524"/>
    <w:rsid w:val="00E36514"/>
    <w:rsid w:val="00E466AF"/>
    <w:rsid w:val="00E5113E"/>
    <w:rsid w:val="00E57F38"/>
    <w:rsid w:val="00E611DE"/>
    <w:rsid w:val="00E67520"/>
    <w:rsid w:val="00E740F3"/>
    <w:rsid w:val="00E745F3"/>
    <w:rsid w:val="00E76BA4"/>
    <w:rsid w:val="00E77870"/>
    <w:rsid w:val="00E97D89"/>
    <w:rsid w:val="00EC26B3"/>
    <w:rsid w:val="00EC42B1"/>
    <w:rsid w:val="00EC52E7"/>
    <w:rsid w:val="00ED1E9A"/>
    <w:rsid w:val="00ED4E0C"/>
    <w:rsid w:val="00EE1E9C"/>
    <w:rsid w:val="00EE4365"/>
    <w:rsid w:val="00EE5138"/>
    <w:rsid w:val="00EE724E"/>
    <w:rsid w:val="00F03AFB"/>
    <w:rsid w:val="00F03DC2"/>
    <w:rsid w:val="00F04E30"/>
    <w:rsid w:val="00F0506E"/>
    <w:rsid w:val="00F11058"/>
    <w:rsid w:val="00F12758"/>
    <w:rsid w:val="00F233B3"/>
    <w:rsid w:val="00F26E86"/>
    <w:rsid w:val="00F30835"/>
    <w:rsid w:val="00F515D7"/>
    <w:rsid w:val="00F51AE6"/>
    <w:rsid w:val="00F53AED"/>
    <w:rsid w:val="00F72A68"/>
    <w:rsid w:val="00F753B8"/>
    <w:rsid w:val="00F8188F"/>
    <w:rsid w:val="00F871DE"/>
    <w:rsid w:val="00FA27FD"/>
    <w:rsid w:val="00FA7774"/>
    <w:rsid w:val="00FB17DD"/>
    <w:rsid w:val="00FB1BF2"/>
    <w:rsid w:val="00FB7A35"/>
    <w:rsid w:val="00FC158B"/>
    <w:rsid w:val="00FC5128"/>
    <w:rsid w:val="00FC610A"/>
    <w:rsid w:val="00FD4363"/>
    <w:rsid w:val="00FD6A28"/>
    <w:rsid w:val="00FE3AA9"/>
    <w:rsid w:val="00FE797B"/>
    <w:rsid w:val="00FF0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13DC061"/>
  <w15:docId w15:val="{A2F63B54-C6AD-49E3-BF88-EBDE4D970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9574C"/>
    <w:pPr>
      <w:ind w:firstLine="567"/>
      <w:jc w:val="both"/>
    </w:pPr>
    <w:rPr>
      <w:rFonts w:ascii="Arial" w:hAnsi="Arial"/>
      <w:sz w:val="26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9574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9574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9574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9574C"/>
    <w:pPr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79574C"/>
    <w:pPr>
      <w:spacing w:before="240" w:after="60"/>
      <w:outlineLvl w:val="4"/>
    </w:pPr>
    <w:rPr>
      <w:b/>
      <w:bCs/>
      <w:i/>
      <w:iCs/>
      <w:szCs w:val="26"/>
    </w:rPr>
  </w:style>
  <w:style w:type="paragraph" w:styleId="6">
    <w:name w:val="heading 6"/>
    <w:basedOn w:val="a"/>
    <w:next w:val="a"/>
    <w:link w:val="60"/>
    <w:qFormat/>
    <w:rsid w:val="0079574C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79574C"/>
    <w:pPr>
      <w:keepNext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locked/>
    <w:rsid w:val="00022CE2"/>
    <w:pPr>
      <w:keepNext/>
      <w:ind w:firstLine="708"/>
      <w:jc w:val="right"/>
      <w:outlineLvl w:val="7"/>
    </w:pPr>
    <w:rPr>
      <w:rFonts w:ascii="Times New Roman" w:eastAsia="Times New Roman" w:hAnsi="Times New Roman"/>
      <w:sz w:val="28"/>
    </w:rPr>
  </w:style>
  <w:style w:type="paragraph" w:styleId="9">
    <w:name w:val="heading 9"/>
    <w:basedOn w:val="a"/>
    <w:next w:val="a"/>
    <w:link w:val="90"/>
    <w:uiPriority w:val="99"/>
    <w:qFormat/>
    <w:rsid w:val="0079574C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locked/>
    <w:rsid w:val="00E142E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locked/>
    <w:rsid w:val="0079574C"/>
    <w:rPr>
      <w:rFonts w:ascii="Arial" w:hAnsi="Arial" w:cs="Arial"/>
      <w:b/>
      <w:bCs/>
      <w:iCs/>
      <w:sz w:val="28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locked/>
    <w:rsid w:val="0079574C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locked/>
    <w:rsid w:val="00646C4F"/>
    <w:rPr>
      <w:rFonts w:ascii="Arial" w:hAnsi="Arial" w:cs="Times New Roman"/>
      <w:b/>
      <w:sz w:val="28"/>
    </w:rPr>
  </w:style>
  <w:style w:type="character" w:customStyle="1" w:styleId="50">
    <w:name w:val="Заголовок 5 Знак"/>
    <w:basedOn w:val="a0"/>
    <w:link w:val="5"/>
    <w:locked/>
    <w:rsid w:val="0079574C"/>
    <w:rPr>
      <w:rFonts w:ascii="Arial" w:hAnsi="Arial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locked/>
    <w:rsid w:val="0079574C"/>
    <w:rPr>
      <w:rFonts w:ascii="Arial" w:hAnsi="Arial" w:cs="Times New Roman"/>
      <w:b/>
      <w:sz w:val="24"/>
      <w:szCs w:val="24"/>
    </w:rPr>
  </w:style>
  <w:style w:type="character" w:customStyle="1" w:styleId="70">
    <w:name w:val="Заголовок 7 Знак"/>
    <w:basedOn w:val="a0"/>
    <w:link w:val="7"/>
    <w:locked/>
    <w:rsid w:val="0079574C"/>
    <w:rPr>
      <w:rFonts w:ascii="Arial" w:hAnsi="Arial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79574C"/>
    <w:rPr>
      <w:rFonts w:ascii="Arial" w:hAnsi="Arial" w:cs="Arial"/>
      <w:sz w:val="22"/>
      <w:szCs w:val="22"/>
    </w:rPr>
  </w:style>
  <w:style w:type="paragraph" w:styleId="a3">
    <w:name w:val="Body Text"/>
    <w:basedOn w:val="a"/>
    <w:link w:val="a4"/>
    <w:rsid w:val="000A56CB"/>
    <w:pPr>
      <w:ind w:right="5395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locked/>
    <w:rsid w:val="00E142E9"/>
    <w:rPr>
      <w:rFonts w:ascii="Arial" w:hAnsi="Arial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A741B0"/>
    <w:pPr>
      <w:spacing w:line="217" w:lineRule="exact"/>
      <w:ind w:firstLine="562"/>
    </w:pPr>
    <w:rPr>
      <w:sz w:val="24"/>
    </w:rPr>
  </w:style>
  <w:style w:type="paragraph" w:customStyle="1" w:styleId="Style8">
    <w:name w:val="Style8"/>
    <w:basedOn w:val="a"/>
    <w:uiPriority w:val="99"/>
    <w:rsid w:val="00A741B0"/>
    <w:pPr>
      <w:spacing w:line="218" w:lineRule="exact"/>
      <w:ind w:firstLine="557"/>
    </w:pPr>
    <w:rPr>
      <w:sz w:val="24"/>
    </w:rPr>
  </w:style>
  <w:style w:type="paragraph" w:customStyle="1" w:styleId="Style9">
    <w:name w:val="Style9"/>
    <w:basedOn w:val="a"/>
    <w:uiPriority w:val="99"/>
    <w:rsid w:val="00A741B0"/>
    <w:pPr>
      <w:jc w:val="left"/>
    </w:pPr>
    <w:rPr>
      <w:sz w:val="24"/>
    </w:rPr>
  </w:style>
  <w:style w:type="character" w:customStyle="1" w:styleId="FontStyle12">
    <w:name w:val="Font Style12"/>
    <w:uiPriority w:val="99"/>
    <w:rsid w:val="00A741B0"/>
    <w:rPr>
      <w:rFonts w:ascii="Arial" w:hAnsi="Arial"/>
      <w:sz w:val="18"/>
    </w:rPr>
  </w:style>
  <w:style w:type="paragraph" w:customStyle="1" w:styleId="31">
    <w:name w:val="Основной текст 31"/>
    <w:basedOn w:val="a"/>
    <w:uiPriority w:val="99"/>
    <w:rsid w:val="00F8188F"/>
    <w:pPr>
      <w:suppressAutoHyphens/>
      <w:spacing w:after="120"/>
      <w:jc w:val="left"/>
    </w:pPr>
    <w:rPr>
      <w:sz w:val="16"/>
      <w:szCs w:val="16"/>
      <w:lang w:eastAsia="ar-SA"/>
    </w:rPr>
  </w:style>
  <w:style w:type="paragraph" w:customStyle="1" w:styleId="ConsPlusNormal">
    <w:name w:val="ConsPlusNormal"/>
    <w:uiPriority w:val="99"/>
    <w:rsid w:val="005D0FBE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5D0FBE"/>
    <w:pPr>
      <w:widowControl w:val="0"/>
      <w:suppressAutoHyphens/>
      <w:autoSpaceDE w:val="0"/>
    </w:pPr>
    <w:rPr>
      <w:rFonts w:ascii="Arial" w:hAnsi="Arial" w:cs="Arial"/>
      <w:b/>
      <w:bCs/>
      <w:sz w:val="16"/>
      <w:szCs w:val="16"/>
      <w:lang w:eastAsia="ar-SA"/>
    </w:rPr>
  </w:style>
  <w:style w:type="paragraph" w:styleId="a5">
    <w:name w:val="Normal (Web)"/>
    <w:basedOn w:val="a"/>
    <w:uiPriority w:val="99"/>
    <w:rsid w:val="005D0FBE"/>
    <w:pPr>
      <w:suppressAutoHyphens/>
      <w:spacing w:before="280" w:after="280"/>
      <w:jc w:val="left"/>
    </w:pPr>
    <w:rPr>
      <w:sz w:val="24"/>
      <w:lang w:eastAsia="ar-SA"/>
    </w:rPr>
  </w:style>
  <w:style w:type="table" w:styleId="a6">
    <w:name w:val="Table Grid"/>
    <w:basedOn w:val="a1"/>
    <w:rsid w:val="00E03C1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TML">
    <w:name w:val="HTML Variable"/>
    <w:aliases w:val="!Ссылки в документе"/>
    <w:basedOn w:val="a0"/>
    <w:uiPriority w:val="99"/>
    <w:rsid w:val="0079574C"/>
    <w:rPr>
      <w:rFonts w:ascii="Arial" w:hAnsi="Arial" w:cs="Times New Roman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uiPriority w:val="99"/>
    <w:rsid w:val="0079574C"/>
    <w:rPr>
      <w:rFonts w:ascii="Courier" w:hAnsi="Courier"/>
      <w:sz w:val="22"/>
      <w:szCs w:val="20"/>
    </w:rPr>
  </w:style>
  <w:style w:type="character" w:customStyle="1" w:styleId="a8">
    <w:name w:val="Текст примечания Знак"/>
    <w:aliases w:val="!Равноширинный текст документа Знак"/>
    <w:basedOn w:val="a0"/>
    <w:link w:val="a7"/>
    <w:uiPriority w:val="99"/>
    <w:locked/>
    <w:rsid w:val="00646C4F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uiPriority w:val="99"/>
    <w:rsid w:val="0079574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9">
    <w:name w:val="Hyperlink"/>
    <w:basedOn w:val="a0"/>
    <w:uiPriority w:val="99"/>
    <w:rsid w:val="0079574C"/>
    <w:rPr>
      <w:rFonts w:cs="Times New Roman"/>
      <w:color w:val="0000FF"/>
      <w:u w:val="none"/>
    </w:rPr>
  </w:style>
  <w:style w:type="paragraph" w:customStyle="1" w:styleId="Application">
    <w:name w:val="Application!Приложение"/>
    <w:uiPriority w:val="99"/>
    <w:rsid w:val="0079574C"/>
    <w:pPr>
      <w:spacing w:before="120" w:after="120"/>
      <w:jc w:val="right"/>
    </w:pPr>
    <w:rPr>
      <w:rFonts w:cs="Arial"/>
      <w:b/>
      <w:bCs/>
      <w:kern w:val="28"/>
      <w:sz w:val="32"/>
      <w:szCs w:val="32"/>
    </w:rPr>
  </w:style>
  <w:style w:type="paragraph" w:customStyle="1" w:styleId="Table">
    <w:name w:val="Table!Таблица"/>
    <w:uiPriority w:val="99"/>
    <w:rsid w:val="0079574C"/>
    <w:rPr>
      <w:rFonts w:cs="Arial"/>
      <w:bCs/>
      <w:kern w:val="28"/>
      <w:sz w:val="24"/>
      <w:szCs w:val="32"/>
    </w:rPr>
  </w:style>
  <w:style w:type="paragraph" w:customStyle="1" w:styleId="Table0">
    <w:name w:val="Table!"/>
    <w:next w:val="Table"/>
    <w:uiPriority w:val="99"/>
    <w:rsid w:val="0079574C"/>
    <w:pPr>
      <w:jc w:val="center"/>
    </w:pPr>
    <w:rPr>
      <w:rFonts w:cs="Arial"/>
      <w:b/>
      <w:bCs/>
      <w:kern w:val="28"/>
      <w:sz w:val="24"/>
      <w:szCs w:val="32"/>
    </w:rPr>
  </w:style>
  <w:style w:type="paragraph" w:customStyle="1" w:styleId="11">
    <w:name w:val="1Орган_ПР"/>
    <w:basedOn w:val="a"/>
    <w:link w:val="12"/>
    <w:uiPriority w:val="99"/>
    <w:rsid w:val="0079574C"/>
    <w:pPr>
      <w:snapToGrid w:val="0"/>
      <w:ind w:firstLine="0"/>
      <w:jc w:val="center"/>
    </w:pPr>
    <w:rPr>
      <w:rFonts w:cs="Arial"/>
      <w:b/>
      <w:caps/>
      <w:szCs w:val="28"/>
      <w:lang w:eastAsia="ar-SA"/>
    </w:rPr>
  </w:style>
  <w:style w:type="character" w:customStyle="1" w:styleId="12">
    <w:name w:val="1Орган_ПР Знак"/>
    <w:basedOn w:val="a0"/>
    <w:link w:val="11"/>
    <w:uiPriority w:val="99"/>
    <w:locked/>
    <w:rsid w:val="0079574C"/>
    <w:rPr>
      <w:rFonts w:ascii="Arial" w:hAnsi="Arial" w:cs="Arial"/>
      <w:b/>
      <w:caps/>
      <w:sz w:val="28"/>
      <w:szCs w:val="28"/>
      <w:lang w:eastAsia="ar-SA" w:bidi="ar-SA"/>
    </w:rPr>
  </w:style>
  <w:style w:type="paragraph" w:customStyle="1" w:styleId="21">
    <w:name w:val="2Название"/>
    <w:basedOn w:val="a"/>
    <w:link w:val="22"/>
    <w:uiPriority w:val="99"/>
    <w:rsid w:val="0079574C"/>
    <w:pPr>
      <w:ind w:right="4536" w:firstLine="0"/>
    </w:pPr>
    <w:rPr>
      <w:rFonts w:cs="Arial"/>
      <w:b/>
      <w:szCs w:val="28"/>
      <w:lang w:eastAsia="ar-SA"/>
    </w:rPr>
  </w:style>
  <w:style w:type="character" w:customStyle="1" w:styleId="22">
    <w:name w:val="2Название Знак"/>
    <w:basedOn w:val="a0"/>
    <w:link w:val="21"/>
    <w:uiPriority w:val="99"/>
    <w:locked/>
    <w:rsid w:val="0079574C"/>
    <w:rPr>
      <w:rFonts w:ascii="Arial" w:hAnsi="Arial" w:cs="Arial"/>
      <w:b/>
      <w:sz w:val="28"/>
      <w:szCs w:val="28"/>
      <w:lang w:eastAsia="ar-SA" w:bidi="ar-SA"/>
    </w:rPr>
  </w:style>
  <w:style w:type="paragraph" w:customStyle="1" w:styleId="32">
    <w:name w:val="3Приложение"/>
    <w:basedOn w:val="a"/>
    <w:link w:val="33"/>
    <w:uiPriority w:val="99"/>
    <w:rsid w:val="0079574C"/>
    <w:pPr>
      <w:ind w:left="5103" w:firstLine="0"/>
    </w:pPr>
    <w:rPr>
      <w:szCs w:val="28"/>
    </w:rPr>
  </w:style>
  <w:style w:type="character" w:customStyle="1" w:styleId="33">
    <w:name w:val="3Приложение Знак"/>
    <w:basedOn w:val="a0"/>
    <w:link w:val="32"/>
    <w:uiPriority w:val="99"/>
    <w:locked/>
    <w:rsid w:val="0079574C"/>
    <w:rPr>
      <w:rFonts w:ascii="Arial" w:hAnsi="Arial" w:cs="Times New Roman"/>
      <w:sz w:val="28"/>
      <w:szCs w:val="28"/>
    </w:rPr>
  </w:style>
  <w:style w:type="table" w:customStyle="1" w:styleId="41">
    <w:name w:val="4Таблица"/>
    <w:uiPriority w:val="99"/>
    <w:rsid w:val="0079574C"/>
    <w:rPr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FFFFFF"/>
    </w:tcPr>
  </w:style>
  <w:style w:type="paragraph" w:styleId="aa">
    <w:name w:val="Title"/>
    <w:basedOn w:val="a"/>
    <w:link w:val="ab"/>
    <w:qFormat/>
    <w:rsid w:val="0079574C"/>
    <w:pPr>
      <w:jc w:val="center"/>
    </w:pPr>
    <w:rPr>
      <w:b/>
    </w:rPr>
  </w:style>
  <w:style w:type="character" w:customStyle="1" w:styleId="ab">
    <w:name w:val="Заголовок Знак"/>
    <w:basedOn w:val="a0"/>
    <w:link w:val="aa"/>
    <w:locked/>
    <w:rsid w:val="0079574C"/>
    <w:rPr>
      <w:rFonts w:ascii="Arial" w:hAnsi="Arial" w:cs="Times New Roman"/>
      <w:b/>
      <w:sz w:val="24"/>
      <w:szCs w:val="24"/>
    </w:rPr>
  </w:style>
  <w:style w:type="paragraph" w:customStyle="1" w:styleId="4-">
    <w:name w:val="4Таблица-Т"/>
    <w:basedOn w:val="32"/>
    <w:uiPriority w:val="99"/>
    <w:rsid w:val="0079574C"/>
    <w:pPr>
      <w:ind w:left="0"/>
    </w:pPr>
    <w:rPr>
      <w:sz w:val="22"/>
    </w:rPr>
  </w:style>
  <w:style w:type="paragraph" w:styleId="ac">
    <w:name w:val="caption"/>
    <w:basedOn w:val="a"/>
    <w:next w:val="a"/>
    <w:qFormat/>
    <w:rsid w:val="0079574C"/>
    <w:pPr>
      <w:widowControl w:val="0"/>
      <w:autoSpaceDE w:val="0"/>
      <w:autoSpaceDN w:val="0"/>
      <w:adjustRightInd w:val="0"/>
      <w:spacing w:line="260" w:lineRule="auto"/>
      <w:jc w:val="center"/>
    </w:pPr>
    <w:rPr>
      <w:i/>
      <w:iCs/>
      <w:sz w:val="32"/>
      <w:szCs w:val="32"/>
    </w:rPr>
  </w:style>
  <w:style w:type="paragraph" w:customStyle="1" w:styleId="FR1">
    <w:name w:val="FR1"/>
    <w:uiPriority w:val="99"/>
    <w:rsid w:val="0079574C"/>
    <w:pPr>
      <w:widowControl w:val="0"/>
      <w:autoSpaceDE w:val="0"/>
      <w:autoSpaceDN w:val="0"/>
      <w:adjustRightInd w:val="0"/>
      <w:spacing w:before="420"/>
    </w:pPr>
    <w:rPr>
      <w:sz w:val="28"/>
      <w:szCs w:val="28"/>
    </w:rPr>
  </w:style>
  <w:style w:type="paragraph" w:customStyle="1" w:styleId="51">
    <w:name w:val="5Редакция"/>
    <w:basedOn w:val="21"/>
    <w:uiPriority w:val="99"/>
    <w:rsid w:val="003F5319"/>
    <w:rPr>
      <w:b w:val="0"/>
      <w:i/>
    </w:rPr>
  </w:style>
  <w:style w:type="table" w:customStyle="1" w:styleId="13">
    <w:name w:val="Сетка таблицы1"/>
    <w:uiPriority w:val="99"/>
    <w:rsid w:val="002F1EE1"/>
    <w:pPr>
      <w:autoSpaceDE w:val="0"/>
      <w:autoSpaceDN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rsid w:val="002F1EE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2F1EE1"/>
    <w:rPr>
      <w:rFonts w:ascii="Arial" w:hAnsi="Arial" w:cs="Times New Roman"/>
      <w:sz w:val="24"/>
    </w:rPr>
  </w:style>
  <w:style w:type="paragraph" w:styleId="af">
    <w:name w:val="footer"/>
    <w:basedOn w:val="a"/>
    <w:link w:val="af0"/>
    <w:uiPriority w:val="99"/>
    <w:rsid w:val="002F1EE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2F1EE1"/>
    <w:rPr>
      <w:rFonts w:ascii="Arial" w:hAnsi="Arial" w:cs="Times New Roman"/>
      <w:sz w:val="24"/>
    </w:rPr>
  </w:style>
  <w:style w:type="table" w:customStyle="1" w:styleId="23">
    <w:name w:val="Сетка таблицы2"/>
    <w:uiPriority w:val="99"/>
    <w:rsid w:val="003E1675"/>
    <w:pPr>
      <w:autoSpaceDE w:val="0"/>
      <w:autoSpaceDN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Нормальный (таблица)"/>
    <w:basedOn w:val="a"/>
    <w:next w:val="a"/>
    <w:uiPriority w:val="99"/>
    <w:rsid w:val="009B1249"/>
  </w:style>
  <w:style w:type="paragraph" w:customStyle="1" w:styleId="af2">
    <w:name w:val="Прижатый влево"/>
    <w:basedOn w:val="a"/>
    <w:next w:val="a"/>
    <w:uiPriority w:val="99"/>
    <w:rsid w:val="009B1249"/>
  </w:style>
  <w:style w:type="paragraph" w:customStyle="1" w:styleId="af3">
    <w:name w:val="Таблицы (моноширинный)"/>
    <w:basedOn w:val="a"/>
    <w:next w:val="a"/>
    <w:uiPriority w:val="99"/>
    <w:rsid w:val="00D5280F"/>
    <w:pPr>
      <w:autoSpaceDE w:val="0"/>
      <w:autoSpaceDN w:val="0"/>
      <w:adjustRightInd w:val="0"/>
      <w:ind w:firstLine="0"/>
    </w:pPr>
    <w:rPr>
      <w:rFonts w:ascii="Courier New" w:hAnsi="Courier New" w:cs="Courier New"/>
      <w:sz w:val="20"/>
      <w:szCs w:val="20"/>
    </w:rPr>
  </w:style>
  <w:style w:type="paragraph" w:styleId="af4">
    <w:name w:val="List Paragraph"/>
    <w:basedOn w:val="a"/>
    <w:uiPriority w:val="34"/>
    <w:qFormat/>
    <w:rsid w:val="006D2B28"/>
    <w:pPr>
      <w:ind w:left="720"/>
      <w:contextualSpacing/>
    </w:pPr>
  </w:style>
  <w:style w:type="character" w:styleId="af5">
    <w:name w:val="Strong"/>
    <w:qFormat/>
    <w:locked/>
    <w:rsid w:val="00345F1C"/>
    <w:rPr>
      <w:b/>
      <w:bCs/>
    </w:rPr>
  </w:style>
  <w:style w:type="paragraph" w:customStyle="1" w:styleId="Default">
    <w:name w:val="Default"/>
    <w:rsid w:val="00734B19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80">
    <w:name w:val="Заголовок 8 Знак"/>
    <w:basedOn w:val="a0"/>
    <w:link w:val="8"/>
    <w:rsid w:val="00022CE2"/>
    <w:rPr>
      <w:rFonts w:eastAsia="Times New Roman"/>
      <w:sz w:val="28"/>
      <w:szCs w:val="24"/>
    </w:rPr>
  </w:style>
  <w:style w:type="paragraph" w:customStyle="1" w:styleId="ConsNonformat">
    <w:name w:val="ConsNonformat"/>
    <w:rsid w:val="00022CE2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22CE2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f6">
    <w:name w:val="Body Text Indent"/>
    <w:basedOn w:val="a"/>
    <w:link w:val="af7"/>
    <w:locked/>
    <w:rsid w:val="00022CE2"/>
    <w:pPr>
      <w:ind w:firstLine="708"/>
    </w:pPr>
    <w:rPr>
      <w:rFonts w:ascii="Times New Roman" w:eastAsia="Times New Roman" w:hAnsi="Times New Roman"/>
      <w:sz w:val="28"/>
    </w:rPr>
  </w:style>
  <w:style w:type="character" w:customStyle="1" w:styleId="af7">
    <w:name w:val="Основной текст с отступом Знак"/>
    <w:basedOn w:val="a0"/>
    <w:link w:val="af6"/>
    <w:rsid w:val="00022CE2"/>
    <w:rPr>
      <w:rFonts w:eastAsia="Times New Roman"/>
      <w:sz w:val="28"/>
      <w:szCs w:val="24"/>
    </w:rPr>
  </w:style>
  <w:style w:type="paragraph" w:styleId="24">
    <w:name w:val="Body Text 2"/>
    <w:basedOn w:val="a"/>
    <w:link w:val="25"/>
    <w:locked/>
    <w:rsid w:val="00022CE2"/>
    <w:pPr>
      <w:ind w:firstLine="0"/>
      <w:jc w:val="left"/>
    </w:pPr>
    <w:rPr>
      <w:rFonts w:ascii="Times New Roman" w:eastAsia="Times New Roman" w:hAnsi="Times New Roman"/>
      <w:sz w:val="28"/>
    </w:rPr>
  </w:style>
  <w:style w:type="character" w:customStyle="1" w:styleId="25">
    <w:name w:val="Основной текст 2 Знак"/>
    <w:basedOn w:val="a0"/>
    <w:link w:val="24"/>
    <w:rsid w:val="00022CE2"/>
    <w:rPr>
      <w:rFonts w:eastAsia="Times New Roman"/>
      <w:sz w:val="28"/>
      <w:szCs w:val="24"/>
    </w:rPr>
  </w:style>
  <w:style w:type="paragraph" w:styleId="af8">
    <w:name w:val="Balloon Text"/>
    <w:basedOn w:val="a"/>
    <w:link w:val="af9"/>
    <w:semiHidden/>
    <w:locked/>
    <w:rsid w:val="00022CE2"/>
    <w:pPr>
      <w:ind w:firstLine="0"/>
      <w:jc w:val="left"/>
    </w:pPr>
    <w:rPr>
      <w:rFonts w:ascii="Tahoma" w:eastAsia="Times New Roman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semiHidden/>
    <w:rsid w:val="00022CE2"/>
    <w:rPr>
      <w:rFonts w:ascii="Tahoma" w:eastAsia="Times New Roman" w:hAnsi="Tahoma" w:cs="Tahoma"/>
      <w:sz w:val="16"/>
      <w:szCs w:val="16"/>
    </w:rPr>
  </w:style>
  <w:style w:type="paragraph" w:customStyle="1" w:styleId="afa">
    <w:name w:val="Знак"/>
    <w:basedOn w:val="a"/>
    <w:rsid w:val="00022CE2"/>
    <w:pPr>
      <w:spacing w:after="160" w:line="240" w:lineRule="exact"/>
      <w:ind w:firstLine="0"/>
      <w:jc w:val="left"/>
    </w:pPr>
    <w:rPr>
      <w:rFonts w:ascii="Verdana" w:eastAsia="Times New Roman" w:hAnsi="Verdana"/>
      <w:sz w:val="24"/>
      <w:lang w:val="en-US" w:eastAsia="en-US"/>
    </w:rPr>
  </w:style>
  <w:style w:type="character" w:customStyle="1" w:styleId="FontStyle21">
    <w:name w:val="Font Style21"/>
    <w:rsid w:val="00022CE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">
    <w:name w:val="Font Style11"/>
    <w:rsid w:val="00022CE2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022CE2"/>
    <w:pPr>
      <w:widowControl w:val="0"/>
      <w:autoSpaceDE w:val="0"/>
      <w:autoSpaceDN w:val="0"/>
      <w:adjustRightInd w:val="0"/>
      <w:spacing w:line="325" w:lineRule="exact"/>
      <w:ind w:firstLine="523"/>
    </w:pPr>
    <w:rPr>
      <w:rFonts w:ascii="Times New Roman" w:eastAsia="Times New Roman" w:hAnsi="Times New Roman"/>
      <w:sz w:val="24"/>
    </w:rPr>
  </w:style>
  <w:style w:type="paragraph" w:customStyle="1" w:styleId="Style6">
    <w:name w:val="Style6"/>
    <w:basedOn w:val="a"/>
    <w:rsid w:val="00022CE2"/>
    <w:pPr>
      <w:widowControl w:val="0"/>
      <w:autoSpaceDE w:val="0"/>
      <w:autoSpaceDN w:val="0"/>
      <w:adjustRightInd w:val="0"/>
      <w:spacing w:line="325" w:lineRule="exact"/>
      <w:ind w:firstLine="540"/>
    </w:pPr>
    <w:rPr>
      <w:rFonts w:ascii="Times New Roman" w:eastAsia="Times New Roman" w:hAnsi="Times New Roman"/>
      <w:sz w:val="24"/>
    </w:rPr>
  </w:style>
  <w:style w:type="character" w:customStyle="1" w:styleId="FontStyle13">
    <w:name w:val="Font Style13"/>
    <w:rsid w:val="00022CE2"/>
    <w:rPr>
      <w:rFonts w:ascii="Times New Roman" w:hAnsi="Times New Roman" w:cs="Times New Roman"/>
      <w:sz w:val="26"/>
      <w:szCs w:val="26"/>
    </w:rPr>
  </w:style>
  <w:style w:type="character" w:customStyle="1" w:styleId="FootnoteSymbol">
    <w:name w:val="Footnote_Symbol"/>
    <w:rsid w:val="00022CE2"/>
    <w:rPr>
      <w:vertAlign w:val="superscript"/>
    </w:rPr>
  </w:style>
  <w:style w:type="paragraph" w:customStyle="1" w:styleId="s1">
    <w:name w:val="s_1"/>
    <w:basedOn w:val="a"/>
    <w:rsid w:val="00022CE2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</w:rPr>
  </w:style>
  <w:style w:type="character" w:customStyle="1" w:styleId="s10">
    <w:name w:val="s_10"/>
    <w:basedOn w:val="a0"/>
    <w:rsid w:val="00022C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20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Document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51</TotalTime>
  <Pages>9</Pages>
  <Words>2816</Words>
  <Characters>16056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18835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Gorlova</cp:lastModifiedBy>
  <cp:revision>32</cp:revision>
  <cp:lastPrinted>2022-06-29T12:25:00Z</cp:lastPrinted>
  <dcterms:created xsi:type="dcterms:W3CDTF">2019-05-28T06:46:00Z</dcterms:created>
  <dcterms:modified xsi:type="dcterms:W3CDTF">2024-07-31T10:29:00Z</dcterms:modified>
</cp:coreProperties>
</file>